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F35" w:rsidRDefault="007C0117" w:rsidP="000A3BDD">
      <w:pPr>
        <w:tabs>
          <w:tab w:val="left" w:pos="4307"/>
        </w:tabs>
        <w:spacing w:line="240" w:lineRule="auto"/>
        <w:jc w:val="both"/>
        <w:rPr>
          <w:b/>
          <w:sz w:val="24"/>
        </w:rPr>
      </w:pPr>
      <w:r w:rsidRPr="004C0E4A">
        <w:rPr>
          <w:b/>
          <w:sz w:val="26"/>
          <w:szCs w:val="26"/>
          <w:lang w:val="en-US"/>
        </w:rPr>
        <w:t>III</w:t>
      </w:r>
      <w:r w:rsidRPr="004C0E4A">
        <w:rPr>
          <w:b/>
          <w:sz w:val="26"/>
          <w:szCs w:val="26"/>
        </w:rPr>
        <w:t>.</w:t>
      </w:r>
      <w:r w:rsidRPr="004C0E4A">
        <w:rPr>
          <w:b/>
          <w:i/>
          <w:sz w:val="26"/>
          <w:szCs w:val="26"/>
        </w:rPr>
        <w:t xml:space="preserve"> </w:t>
      </w:r>
      <w:r w:rsidR="000A3BDD" w:rsidRPr="000A3BDD">
        <w:rPr>
          <w:b/>
          <w:sz w:val="24"/>
        </w:rPr>
        <w:t>Техническое задание</w:t>
      </w:r>
      <w:r w:rsidR="00D82F35">
        <w:rPr>
          <w:b/>
          <w:sz w:val="24"/>
        </w:rPr>
        <w:t xml:space="preserve"> (наименование и описание объекта закупки)</w:t>
      </w:r>
    </w:p>
    <w:p w:rsidR="00E13F01" w:rsidRPr="00E13F01" w:rsidRDefault="00E13F01" w:rsidP="00E13F01">
      <w:pPr>
        <w:widowControl w:val="0"/>
        <w:spacing w:line="240" w:lineRule="auto"/>
        <w:jc w:val="center"/>
        <w:rPr>
          <w:b/>
          <w:color w:val="000000"/>
          <w:sz w:val="24"/>
        </w:rPr>
      </w:pPr>
      <w:r w:rsidRPr="00E13F01">
        <w:rPr>
          <w:b/>
          <w:color w:val="000000"/>
          <w:sz w:val="24"/>
        </w:rPr>
        <w:t xml:space="preserve">поставку </w:t>
      </w:r>
      <w:r w:rsidRPr="00E13F01">
        <w:rPr>
          <w:b/>
          <w:iCs/>
          <w:color w:val="000000"/>
          <w:sz w:val="24"/>
        </w:rPr>
        <w:t>технических средств реабилитации – телевизоров с телетекстом для приема программ со скрытыми субтитрами</w:t>
      </w:r>
      <w:r w:rsidRPr="00E13F01">
        <w:rPr>
          <w:b/>
          <w:sz w:val="24"/>
        </w:rPr>
        <w:t xml:space="preserve"> с диагональю 54 - 66 см</w:t>
      </w:r>
      <w:r w:rsidRPr="00E13F01">
        <w:rPr>
          <w:b/>
          <w:iCs/>
          <w:color w:val="000000"/>
          <w:sz w:val="24"/>
        </w:rPr>
        <w:t xml:space="preserve"> </w:t>
      </w:r>
      <w:r w:rsidRPr="00E13F01">
        <w:rPr>
          <w:b/>
          <w:sz w:val="24"/>
        </w:rPr>
        <w:t>для</w:t>
      </w:r>
      <w:r w:rsidRPr="00E13F01">
        <w:rPr>
          <w:b/>
          <w:color w:val="000000"/>
          <w:sz w:val="24"/>
        </w:rPr>
        <w:t xml:space="preserve"> обеспечения инвалидов в 2021 году</w:t>
      </w:r>
    </w:p>
    <w:p w:rsidR="00E13F01" w:rsidRPr="00E13F01" w:rsidRDefault="00E13F01" w:rsidP="00E13F01">
      <w:pPr>
        <w:widowControl w:val="0"/>
        <w:spacing w:line="240" w:lineRule="auto"/>
        <w:jc w:val="center"/>
        <w:rPr>
          <w:b/>
          <w:sz w:val="24"/>
        </w:rPr>
      </w:pPr>
    </w:p>
    <w:p w:rsidR="00E13F01" w:rsidRPr="00E13F01" w:rsidRDefault="00E13F01" w:rsidP="00E13F01">
      <w:pPr>
        <w:widowControl w:val="0"/>
        <w:spacing w:line="240" w:lineRule="auto"/>
        <w:jc w:val="center"/>
        <w:rPr>
          <w:b/>
          <w:sz w:val="24"/>
        </w:rPr>
      </w:pPr>
      <w:r w:rsidRPr="00E13F01">
        <w:rPr>
          <w:b/>
          <w:sz w:val="24"/>
        </w:rPr>
        <w:t>Наименование товара</w:t>
      </w:r>
    </w:p>
    <w:p w:rsidR="00E13F01" w:rsidRPr="00E13F01" w:rsidRDefault="00E13F01" w:rsidP="00E13F01">
      <w:pPr>
        <w:widowControl w:val="0"/>
        <w:spacing w:line="240" w:lineRule="auto"/>
        <w:jc w:val="center"/>
        <w:rPr>
          <w:b/>
          <w:sz w:val="24"/>
        </w:rPr>
      </w:pPr>
    </w:p>
    <w:p w:rsidR="00E13F01" w:rsidRPr="00E13F01" w:rsidRDefault="00E13F01" w:rsidP="00E13F01">
      <w:pPr>
        <w:widowControl w:val="0"/>
        <w:spacing w:line="240" w:lineRule="auto"/>
        <w:ind w:firstLine="708"/>
        <w:jc w:val="both"/>
        <w:rPr>
          <w:b/>
          <w:sz w:val="24"/>
        </w:rPr>
      </w:pPr>
      <w:r w:rsidRPr="00E13F01">
        <w:rPr>
          <w:sz w:val="24"/>
        </w:rPr>
        <w:t>Телевизоры с телетекстом для приема программ со скрытыми субтитрами предназначены для приема телесигнала, несущего информацию о телевизионном изображении для инвалидов с нарушением слуховых функций.</w:t>
      </w:r>
    </w:p>
    <w:p w:rsidR="00E13F01" w:rsidRPr="00E13F01" w:rsidRDefault="00E13F01" w:rsidP="00E13F01">
      <w:pPr>
        <w:widowControl w:val="0"/>
        <w:spacing w:line="240" w:lineRule="auto"/>
        <w:jc w:val="center"/>
        <w:rPr>
          <w:b/>
          <w:sz w:val="24"/>
        </w:rPr>
      </w:pPr>
    </w:p>
    <w:p w:rsidR="00E13F01" w:rsidRPr="00E13F01" w:rsidRDefault="00E13F01" w:rsidP="00E13F01">
      <w:pPr>
        <w:widowControl w:val="0"/>
        <w:spacing w:line="240" w:lineRule="auto"/>
        <w:jc w:val="center"/>
        <w:rPr>
          <w:b/>
          <w:sz w:val="24"/>
        </w:rPr>
      </w:pPr>
      <w:r w:rsidRPr="00E13F01">
        <w:rPr>
          <w:b/>
          <w:sz w:val="24"/>
        </w:rPr>
        <w:t>Требования к качеству, безопасности товара</w:t>
      </w:r>
    </w:p>
    <w:p w:rsidR="00E13F01" w:rsidRPr="00E13F01" w:rsidRDefault="00E13F01" w:rsidP="00E13F01">
      <w:pPr>
        <w:widowControl w:val="0"/>
        <w:spacing w:line="240" w:lineRule="auto"/>
        <w:jc w:val="center"/>
        <w:rPr>
          <w:b/>
          <w:sz w:val="24"/>
        </w:rPr>
      </w:pPr>
    </w:p>
    <w:p w:rsidR="00E13F01" w:rsidRPr="00E13F01" w:rsidRDefault="00E13F01" w:rsidP="00E13F01">
      <w:pPr>
        <w:widowControl w:val="0"/>
        <w:tabs>
          <w:tab w:val="left" w:pos="708"/>
        </w:tabs>
        <w:spacing w:line="240" w:lineRule="auto"/>
        <w:ind w:firstLine="709"/>
        <w:jc w:val="both"/>
        <w:rPr>
          <w:sz w:val="24"/>
        </w:rPr>
      </w:pPr>
      <w:r w:rsidRPr="00E13F01">
        <w:rPr>
          <w:sz w:val="24"/>
        </w:rPr>
        <w:t xml:space="preserve">Корпус и жидкокристаллический экран телевизоров не должны иметь деформаций и повреждений. Изображение и воспроизведение цвета должны быть четкими и естественными. </w:t>
      </w:r>
    </w:p>
    <w:p w:rsidR="00E13F01" w:rsidRPr="00E13F01" w:rsidRDefault="00E13F01" w:rsidP="00E13F01">
      <w:pPr>
        <w:widowControl w:val="0"/>
        <w:tabs>
          <w:tab w:val="left" w:pos="708"/>
        </w:tabs>
        <w:spacing w:line="240" w:lineRule="auto"/>
        <w:ind w:firstLine="709"/>
        <w:jc w:val="both"/>
        <w:rPr>
          <w:sz w:val="24"/>
        </w:rPr>
      </w:pPr>
      <w:r w:rsidRPr="00E13F01">
        <w:rPr>
          <w:sz w:val="24"/>
        </w:rPr>
        <w:t>Материалы, из которых изготавливаются телевизоры, не должны выделять токсичных веществ при эксплуатации.</w:t>
      </w:r>
    </w:p>
    <w:p w:rsidR="00E13F01" w:rsidRPr="00E13F01" w:rsidRDefault="00E13F01" w:rsidP="00E13F01">
      <w:pPr>
        <w:widowControl w:val="0"/>
        <w:tabs>
          <w:tab w:val="left" w:pos="708"/>
        </w:tabs>
        <w:spacing w:line="240" w:lineRule="auto"/>
        <w:ind w:firstLine="709"/>
        <w:jc w:val="both"/>
        <w:rPr>
          <w:sz w:val="24"/>
        </w:rPr>
      </w:pPr>
      <w:r w:rsidRPr="00E13F01">
        <w:rPr>
          <w:sz w:val="24"/>
        </w:rPr>
        <w:t>Товар должен быть новым (товар,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свойства), не должен иметь дефектов и должен быть свободен от прав третьих лиц.</w:t>
      </w:r>
    </w:p>
    <w:p w:rsidR="00E13F01" w:rsidRPr="00E13F01" w:rsidRDefault="00E13F01" w:rsidP="00E13F01">
      <w:pPr>
        <w:widowControl w:val="0"/>
        <w:tabs>
          <w:tab w:val="left" w:pos="708"/>
        </w:tabs>
        <w:spacing w:line="240" w:lineRule="auto"/>
        <w:ind w:firstLine="709"/>
        <w:jc w:val="both"/>
        <w:rPr>
          <w:sz w:val="24"/>
        </w:rPr>
      </w:pPr>
      <w:r w:rsidRPr="00E13F01">
        <w:rPr>
          <w:sz w:val="24"/>
        </w:rPr>
        <w:t>При применении товара по назначению и выполнении требований к монтажу, эксплуатации, хранению, перевозке и техническому обслуживанию должен быть обеспечен необходимый уровень защиты от прямого и косвенного воздействия электрического тока, необходимый уровень защиты от травм вращающимися и неподвижными частями низковольтного оборудования, необходимый уровень изоляционной защиты. ТР ТС 004/2011 (п.4).</w:t>
      </w:r>
    </w:p>
    <w:p w:rsidR="00E13F01" w:rsidRPr="00E13F01" w:rsidRDefault="00E13F01" w:rsidP="00E13F01">
      <w:pPr>
        <w:widowControl w:val="0"/>
        <w:tabs>
          <w:tab w:val="left" w:pos="708"/>
        </w:tabs>
        <w:spacing w:line="240" w:lineRule="auto"/>
        <w:ind w:firstLine="709"/>
        <w:jc w:val="both"/>
        <w:rPr>
          <w:sz w:val="24"/>
        </w:rPr>
      </w:pPr>
      <w:r w:rsidRPr="00E13F01">
        <w:rPr>
          <w:sz w:val="24"/>
        </w:rPr>
        <w:t>Изделие должно иметь необходимый уровень устойчивости к электромагнитным помехам, обеспечивающий его функционирование в электромагнитной обстановке. ТР ТС 020/2011 (ст. 4).</w:t>
      </w:r>
    </w:p>
    <w:p w:rsidR="00E13F01" w:rsidRPr="00E13F01" w:rsidRDefault="00E13F01" w:rsidP="00E13F01">
      <w:pPr>
        <w:widowControl w:val="0"/>
        <w:tabs>
          <w:tab w:val="left" w:pos="708"/>
        </w:tabs>
        <w:spacing w:line="240" w:lineRule="auto"/>
        <w:ind w:firstLine="709"/>
        <w:jc w:val="both"/>
        <w:rPr>
          <w:sz w:val="24"/>
        </w:rPr>
      </w:pPr>
    </w:p>
    <w:p w:rsidR="00E13F01" w:rsidRPr="00E13F01" w:rsidRDefault="00E13F01" w:rsidP="00E13F01">
      <w:pPr>
        <w:widowControl w:val="0"/>
        <w:tabs>
          <w:tab w:val="left" w:pos="708"/>
        </w:tabs>
        <w:spacing w:line="240" w:lineRule="auto"/>
        <w:ind w:firstLine="709"/>
        <w:jc w:val="center"/>
        <w:rPr>
          <w:b/>
          <w:sz w:val="24"/>
        </w:rPr>
      </w:pPr>
      <w:r w:rsidRPr="00E13F01">
        <w:rPr>
          <w:b/>
          <w:sz w:val="24"/>
        </w:rPr>
        <w:t>Требования к маркировке, упаковке, транспортировки товара</w:t>
      </w:r>
    </w:p>
    <w:p w:rsidR="00E13F01" w:rsidRPr="00E13F01" w:rsidRDefault="00E13F01" w:rsidP="00E13F01">
      <w:pPr>
        <w:widowControl w:val="0"/>
        <w:tabs>
          <w:tab w:val="left" w:pos="708"/>
        </w:tabs>
        <w:spacing w:line="240" w:lineRule="auto"/>
        <w:ind w:firstLine="709"/>
        <w:jc w:val="center"/>
        <w:rPr>
          <w:sz w:val="24"/>
        </w:rPr>
      </w:pPr>
    </w:p>
    <w:p w:rsidR="00E13F01" w:rsidRPr="00E13F01" w:rsidRDefault="00E13F01" w:rsidP="00E13F01">
      <w:pPr>
        <w:widowControl w:val="0"/>
        <w:tabs>
          <w:tab w:val="left" w:pos="708"/>
        </w:tabs>
        <w:spacing w:line="240" w:lineRule="auto"/>
        <w:ind w:firstLine="709"/>
        <w:jc w:val="both"/>
        <w:rPr>
          <w:sz w:val="24"/>
        </w:rPr>
      </w:pPr>
      <w:r w:rsidRPr="00E13F01">
        <w:rPr>
          <w:sz w:val="24"/>
        </w:rPr>
        <w:t>Телевизор должен быть упакован в индивидуальную упаковку, предохраняющую его от повреждений и загрязнения при транспортировке и хранении.</w:t>
      </w:r>
    </w:p>
    <w:p w:rsidR="00E13F01" w:rsidRPr="00E13F01" w:rsidRDefault="00E13F01" w:rsidP="00E13F01">
      <w:pPr>
        <w:widowControl w:val="0"/>
        <w:tabs>
          <w:tab w:val="left" w:pos="708"/>
        </w:tabs>
        <w:spacing w:line="240" w:lineRule="auto"/>
        <w:ind w:firstLine="709"/>
        <w:jc w:val="both"/>
        <w:rPr>
          <w:sz w:val="24"/>
        </w:rPr>
      </w:pPr>
      <w:r w:rsidRPr="00E13F01">
        <w:rPr>
          <w:sz w:val="24"/>
        </w:rPr>
        <w:t>На каждом телевизоре должен быть нанесен товарный знак, установленный для предприятия-изготовителя и маркировка.</w:t>
      </w:r>
    </w:p>
    <w:p w:rsidR="00E13F01" w:rsidRPr="00E13F01" w:rsidRDefault="00E13F01" w:rsidP="00E13F0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</w:rPr>
      </w:pPr>
      <w:r w:rsidRPr="00E13F01">
        <w:rPr>
          <w:sz w:val="24"/>
        </w:rPr>
        <w:t>Наименование и обозначение технического средства (тип, марка, модель), его основные параметры и характеристики, наименование и наименование страны, где изготовлено изделие должны быть указаны в прилагаемых к техническому средству эксплуатационных документах. Маркировка должна быть разборчивой, легко читаемой. ТР ТС 020/2011 (ст. 5)</w:t>
      </w:r>
    </w:p>
    <w:p w:rsidR="00E13F01" w:rsidRPr="00E13F01" w:rsidRDefault="00E13F01" w:rsidP="00E13F0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</w:rPr>
      </w:pPr>
      <w:r w:rsidRPr="00E13F01">
        <w:rPr>
          <w:sz w:val="24"/>
        </w:rPr>
        <w:t xml:space="preserve">Транспортирование - любым видом крытого транспорта в соответствии с правилами перевозки грузов, действующим на данном виде транспорта. </w:t>
      </w:r>
    </w:p>
    <w:p w:rsidR="00E13F01" w:rsidRPr="00E13F01" w:rsidRDefault="00E13F01" w:rsidP="00E13F01">
      <w:pPr>
        <w:widowControl w:val="0"/>
        <w:autoSpaceDE w:val="0"/>
        <w:autoSpaceDN w:val="0"/>
        <w:adjustRightInd w:val="0"/>
        <w:spacing w:line="240" w:lineRule="auto"/>
        <w:jc w:val="both"/>
        <w:rPr>
          <w:b/>
          <w:sz w:val="24"/>
        </w:rPr>
      </w:pPr>
    </w:p>
    <w:p w:rsidR="00E13F01" w:rsidRPr="00E13F01" w:rsidRDefault="00E13F01" w:rsidP="00E13F0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</w:rPr>
      </w:pPr>
      <w:r w:rsidRPr="00E13F01">
        <w:rPr>
          <w:b/>
          <w:sz w:val="24"/>
        </w:rPr>
        <w:t>Требования к сроку и (или) объему предоставленных гарантий качества товара</w:t>
      </w:r>
    </w:p>
    <w:p w:rsidR="00E13F01" w:rsidRPr="00E13F01" w:rsidRDefault="00E13F01" w:rsidP="00E13F0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</w:rPr>
      </w:pPr>
    </w:p>
    <w:p w:rsidR="00E13F01" w:rsidRPr="00E13F01" w:rsidRDefault="00E13F01" w:rsidP="00E13F01">
      <w:pPr>
        <w:spacing w:line="240" w:lineRule="auto"/>
        <w:ind w:firstLine="720"/>
        <w:jc w:val="both"/>
        <w:rPr>
          <w:sz w:val="24"/>
        </w:rPr>
      </w:pPr>
      <w:r w:rsidRPr="00E13F01">
        <w:rPr>
          <w:bCs/>
          <w:color w:val="000000"/>
          <w:sz w:val="24"/>
        </w:rPr>
        <w:t xml:space="preserve">Гарантийный срок на Товар составляет 12 месяцев с момента передачи Товара Получателю </w:t>
      </w:r>
      <w:r w:rsidRPr="00E13F01">
        <w:rPr>
          <w:bCs/>
          <w:sz w:val="24"/>
        </w:rPr>
        <w:t>(</w:t>
      </w:r>
      <w:r w:rsidRPr="00E13F01">
        <w:rPr>
          <w:sz w:val="24"/>
        </w:rPr>
        <w:t>Участник закупки может указать гарантийный срок, превышающий минимально установленный заказчиком. Отсутствие гарантийного срока в заявке участника не является основанием для отклонения заявки участника</w:t>
      </w:r>
      <w:r w:rsidRPr="00E13F01">
        <w:rPr>
          <w:bCs/>
          <w:sz w:val="24"/>
        </w:rPr>
        <w:t>).</w:t>
      </w:r>
    </w:p>
    <w:p w:rsidR="00E13F01" w:rsidRPr="00E13F01" w:rsidRDefault="00E13F01" w:rsidP="00E13F01">
      <w:pPr>
        <w:spacing w:line="240" w:lineRule="auto"/>
        <w:ind w:firstLine="720"/>
        <w:jc w:val="both"/>
        <w:rPr>
          <w:sz w:val="24"/>
        </w:rPr>
      </w:pPr>
      <w:r w:rsidRPr="00E13F01">
        <w:rPr>
          <w:sz w:val="24"/>
        </w:rPr>
        <w:t>Срок гарантийного ремонта со дня обращения инвалида не должен превышать 20 рабочих дней.</w:t>
      </w:r>
    </w:p>
    <w:p w:rsidR="00E13F01" w:rsidRPr="00E13F01" w:rsidRDefault="00E13F01" w:rsidP="00E13F0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bCs/>
          <w:sz w:val="24"/>
        </w:rPr>
      </w:pPr>
      <w:r w:rsidRPr="00E13F01">
        <w:rPr>
          <w:bCs/>
          <w:sz w:val="24"/>
        </w:rPr>
        <w:t xml:space="preserve">            В течение гарантийного срока в случае обнаружения Получателем недостатка в Товаре, Поставщиком должны быть обеспечены замена товара на товар той же модели, либо безвозмездное устранение недостатков товара (гарантийный ремонт).</w:t>
      </w:r>
    </w:p>
    <w:p w:rsidR="00E13F01" w:rsidRPr="00E13F01" w:rsidRDefault="00E13F01" w:rsidP="00E13F01">
      <w:pPr>
        <w:spacing w:line="240" w:lineRule="auto"/>
        <w:ind w:firstLine="720"/>
        <w:jc w:val="both"/>
        <w:rPr>
          <w:bCs/>
          <w:color w:val="000000"/>
          <w:sz w:val="24"/>
        </w:rPr>
      </w:pPr>
      <w:r w:rsidRPr="00E13F01">
        <w:rPr>
          <w:bCs/>
          <w:color w:val="000000"/>
          <w:sz w:val="24"/>
        </w:rPr>
        <w:t>Доставка товара для устранения недостатков и возврат товара инвалиду осуществляется силами и за счет Поставщика или силами инвалида с последующей компенсацией инвалиду понесенных им расходов, связанных с доставкой или возвратом товара Поставщиком.</w:t>
      </w:r>
    </w:p>
    <w:p w:rsidR="00E13F01" w:rsidRPr="00E13F01" w:rsidRDefault="00E13F01" w:rsidP="00E13F01">
      <w:pPr>
        <w:spacing w:line="240" w:lineRule="auto"/>
        <w:ind w:firstLine="720"/>
        <w:jc w:val="both"/>
        <w:rPr>
          <w:bCs/>
          <w:color w:val="000000"/>
          <w:sz w:val="24"/>
        </w:rPr>
      </w:pPr>
      <w:r w:rsidRPr="00E13F01">
        <w:rPr>
          <w:bCs/>
          <w:color w:val="000000"/>
          <w:sz w:val="24"/>
        </w:rPr>
        <w:t>Обязательно наличие гарантийных талонов, дающих право на бесплатный ремонт изделия во время гарантийного срока.</w:t>
      </w:r>
    </w:p>
    <w:p w:rsidR="00E13F01" w:rsidRPr="00E13F01" w:rsidRDefault="00E13F01" w:rsidP="00E13F01">
      <w:pPr>
        <w:spacing w:line="240" w:lineRule="auto"/>
        <w:ind w:firstLine="720"/>
        <w:jc w:val="both"/>
        <w:rPr>
          <w:bCs/>
          <w:color w:val="000000"/>
          <w:sz w:val="24"/>
        </w:rPr>
      </w:pPr>
      <w:r w:rsidRPr="00E13F01">
        <w:rPr>
          <w:bCs/>
          <w:color w:val="000000"/>
          <w:sz w:val="24"/>
        </w:rPr>
        <w:lastRenderedPageBreak/>
        <w:t>Обязательно указание адресов специализированных мастерских, в которые следует обращаться для гарантийного ремонта изделия или устранения неисправностей.</w:t>
      </w:r>
    </w:p>
    <w:p w:rsidR="00E13F01" w:rsidRPr="00E13F01" w:rsidRDefault="00E13F01" w:rsidP="00E13F01">
      <w:pPr>
        <w:spacing w:line="240" w:lineRule="auto"/>
        <w:ind w:firstLine="720"/>
        <w:jc w:val="both"/>
        <w:rPr>
          <w:bCs/>
          <w:color w:val="000000"/>
          <w:sz w:val="24"/>
        </w:rPr>
      </w:pPr>
      <w:r w:rsidRPr="00E13F01">
        <w:rPr>
          <w:bCs/>
          <w:color w:val="000000"/>
          <w:sz w:val="24"/>
        </w:rPr>
        <w:t>Обеспечение возможности ремонта и технического обслуживания, устранения недостатков при обеспечении инвалидов товаром в соответствии с Федеральным законом от 07.02.1992 г. № 2300-1 «О защите прав потребителей».</w:t>
      </w:r>
    </w:p>
    <w:p w:rsidR="00E13F01" w:rsidRPr="00E13F01" w:rsidRDefault="00E13F01" w:rsidP="00E13F01">
      <w:pPr>
        <w:spacing w:line="240" w:lineRule="auto"/>
        <w:ind w:firstLine="283"/>
        <w:jc w:val="both"/>
        <w:rPr>
          <w:sz w:val="24"/>
        </w:rPr>
      </w:pPr>
      <w:r w:rsidRPr="00E13F01">
        <w:rPr>
          <w:sz w:val="24"/>
        </w:rPr>
        <w:t xml:space="preserve">       Необходимое условие – наличие сертификата соответствия или декларации о соответствии в порядке, установленном законодательством РФ (предоставляется в ходе исполнения контракта).</w:t>
      </w:r>
    </w:p>
    <w:p w:rsidR="00E13F01" w:rsidRPr="00E13F01" w:rsidRDefault="00E13F01" w:rsidP="00E13F01">
      <w:pPr>
        <w:spacing w:line="240" w:lineRule="auto"/>
        <w:ind w:firstLine="720"/>
        <w:jc w:val="both"/>
        <w:rPr>
          <w:bCs/>
          <w:color w:val="000000"/>
          <w:sz w:val="24"/>
        </w:rPr>
      </w:pPr>
    </w:p>
    <w:p w:rsidR="00E13F01" w:rsidRPr="00E13F01" w:rsidRDefault="00E13F01" w:rsidP="00E13F01">
      <w:pPr>
        <w:tabs>
          <w:tab w:val="num" w:pos="0"/>
          <w:tab w:val="num" w:pos="180"/>
        </w:tabs>
        <w:spacing w:line="240" w:lineRule="auto"/>
        <w:ind w:firstLine="720"/>
        <w:jc w:val="center"/>
        <w:rPr>
          <w:b/>
          <w:bCs/>
          <w:color w:val="000000"/>
          <w:sz w:val="24"/>
        </w:rPr>
      </w:pPr>
      <w:r w:rsidRPr="00E13F01">
        <w:rPr>
          <w:b/>
          <w:bCs/>
          <w:color w:val="000000"/>
          <w:sz w:val="24"/>
        </w:rPr>
        <w:t>Требования к месту поставки</w:t>
      </w:r>
    </w:p>
    <w:p w:rsidR="00E13F01" w:rsidRPr="00E13F01" w:rsidRDefault="00E13F01" w:rsidP="00E13F01">
      <w:pPr>
        <w:tabs>
          <w:tab w:val="num" w:pos="0"/>
          <w:tab w:val="num" w:pos="180"/>
        </w:tabs>
        <w:spacing w:line="240" w:lineRule="auto"/>
        <w:ind w:firstLine="720"/>
        <w:jc w:val="center"/>
        <w:rPr>
          <w:b/>
          <w:bCs/>
          <w:color w:val="000000"/>
          <w:sz w:val="24"/>
        </w:rPr>
      </w:pPr>
    </w:p>
    <w:p w:rsidR="00E13F01" w:rsidRPr="00E13F01" w:rsidRDefault="00E13F01" w:rsidP="00E13F01">
      <w:pPr>
        <w:autoSpaceDE w:val="0"/>
        <w:autoSpaceDN w:val="0"/>
        <w:adjustRightInd w:val="0"/>
        <w:spacing w:line="240" w:lineRule="auto"/>
        <w:ind w:firstLine="691"/>
        <w:jc w:val="both"/>
        <w:rPr>
          <w:sz w:val="24"/>
        </w:rPr>
      </w:pPr>
      <w:r w:rsidRPr="00E13F01">
        <w:rPr>
          <w:sz w:val="24"/>
        </w:rPr>
        <w:t>Поставка осуществляется: по месту жительства (месту пребывания, фактического проживания) Получателя в том числе службой доставки (почтовым отправлением) с документом/уведомлением о вручении, подтверждающим факт доставки Товара;</w:t>
      </w:r>
    </w:p>
    <w:p w:rsidR="00E13F01" w:rsidRPr="00E13F01" w:rsidRDefault="00E13F01" w:rsidP="00E13F01">
      <w:pPr>
        <w:spacing w:line="240" w:lineRule="auto"/>
        <w:ind w:firstLine="540"/>
        <w:jc w:val="both"/>
        <w:rPr>
          <w:sz w:val="24"/>
        </w:rPr>
      </w:pPr>
      <w:r w:rsidRPr="00E13F01">
        <w:rPr>
          <w:sz w:val="24"/>
        </w:rPr>
        <w:t>в стационарных пунктах выдачи Поставщика, расположенных на территории города Оренбурга. При этом в иных населенных пунктах на территории   Оренбургской области могут располагаться дополнительные пункты выдачи.</w:t>
      </w:r>
    </w:p>
    <w:p w:rsidR="00E13F01" w:rsidRPr="00E13F01" w:rsidRDefault="00E13F01" w:rsidP="00E13F01">
      <w:pPr>
        <w:tabs>
          <w:tab w:val="num" w:pos="0"/>
          <w:tab w:val="num" w:pos="180"/>
        </w:tabs>
        <w:spacing w:line="240" w:lineRule="auto"/>
        <w:ind w:firstLine="720"/>
        <w:jc w:val="both"/>
        <w:rPr>
          <w:bCs/>
          <w:color w:val="000000"/>
          <w:sz w:val="24"/>
        </w:rPr>
      </w:pPr>
      <w:r w:rsidRPr="00E13F01">
        <w:rPr>
          <w:bCs/>
          <w:color w:val="000000"/>
          <w:sz w:val="24"/>
        </w:rPr>
        <w:t>Выбор места получения технического средства реабилитации осуществляется Получателем самостоятельно.</w:t>
      </w:r>
    </w:p>
    <w:p w:rsidR="00E13F01" w:rsidRPr="00E13F01" w:rsidRDefault="00E13F01" w:rsidP="00E13F01">
      <w:pPr>
        <w:tabs>
          <w:tab w:val="num" w:pos="0"/>
          <w:tab w:val="num" w:pos="180"/>
        </w:tabs>
        <w:spacing w:line="240" w:lineRule="auto"/>
        <w:ind w:firstLine="720"/>
        <w:jc w:val="both"/>
        <w:rPr>
          <w:bCs/>
          <w:color w:val="000000"/>
          <w:sz w:val="24"/>
        </w:rPr>
      </w:pPr>
      <w:r w:rsidRPr="00E13F01">
        <w:rPr>
          <w:bCs/>
          <w:color w:val="000000"/>
          <w:sz w:val="24"/>
        </w:rPr>
        <w:t>В случае выдачи товара по месту жительства Получателя, Поставщик обязан уведомить Получателя о дате и времени выдачи товара по месту жительства Получателя. При этом время ожидания товара Получателем по месту жительства не должно превышать 6 часов со времени назначенного Поставщиком.</w:t>
      </w:r>
    </w:p>
    <w:p w:rsidR="00E13F01" w:rsidRPr="00E13F01" w:rsidRDefault="00E13F01" w:rsidP="00E13F01">
      <w:pPr>
        <w:tabs>
          <w:tab w:val="num" w:pos="0"/>
          <w:tab w:val="num" w:pos="180"/>
        </w:tabs>
        <w:spacing w:line="240" w:lineRule="auto"/>
        <w:ind w:firstLine="720"/>
        <w:jc w:val="both"/>
        <w:rPr>
          <w:bCs/>
          <w:color w:val="000000"/>
          <w:sz w:val="24"/>
        </w:rPr>
      </w:pPr>
      <w:r w:rsidRPr="00E13F01">
        <w:rPr>
          <w:bCs/>
          <w:color w:val="000000"/>
          <w:sz w:val="24"/>
        </w:rPr>
        <w:t>В случае выбора Получателем в качестве места получения технического средства пункт выдачи, выдача технических средств реабилитации должна осуществляться непосредственно в пунктах выдачи, в месте их нахождения.</w:t>
      </w:r>
    </w:p>
    <w:p w:rsidR="00E13F01" w:rsidRPr="00E13F01" w:rsidRDefault="00E13F01" w:rsidP="00E13F01">
      <w:pPr>
        <w:autoSpaceDE w:val="0"/>
        <w:autoSpaceDN w:val="0"/>
        <w:adjustRightInd w:val="0"/>
        <w:spacing w:line="240" w:lineRule="auto"/>
        <w:ind w:firstLine="691"/>
        <w:jc w:val="both"/>
        <w:rPr>
          <w:sz w:val="24"/>
        </w:rPr>
      </w:pPr>
      <w:r w:rsidRPr="00E13F01">
        <w:rPr>
          <w:sz w:val="24"/>
        </w:rPr>
        <w:t>Пункты должны соответствовать следующим требованиям:</w:t>
      </w:r>
    </w:p>
    <w:p w:rsidR="00E13F01" w:rsidRPr="00E13F01" w:rsidRDefault="00E13F01" w:rsidP="00E13F01">
      <w:pPr>
        <w:tabs>
          <w:tab w:val="num" w:pos="0"/>
        </w:tabs>
        <w:spacing w:line="240" w:lineRule="auto"/>
        <w:jc w:val="both"/>
        <w:rPr>
          <w:sz w:val="24"/>
        </w:rPr>
      </w:pPr>
      <w:r w:rsidRPr="00E13F01">
        <w:rPr>
          <w:sz w:val="24"/>
        </w:rPr>
        <w:tab/>
        <w:t>В пунктах выдачи изделий должна быть реализована возможность бесперебойного обеспечения инвалидов техническими средствами реабилитации в течение не менее 8 часов в сутки, при этом в течение всего времени, в соответствии с режимом работы, в пунктах выдачи должны находиться представители Поставщика для возможности предоставления инвалидам консультаций по техническим характеристикам изделий и подбора изделий с учетом индивидуальных особенностей каждого конкретного инвалида.</w:t>
      </w:r>
    </w:p>
    <w:p w:rsidR="00E13F01" w:rsidRPr="00E13F01" w:rsidRDefault="00E13F01" w:rsidP="00E13F01">
      <w:pPr>
        <w:tabs>
          <w:tab w:val="num" w:pos="0"/>
        </w:tabs>
        <w:spacing w:line="240" w:lineRule="auto"/>
        <w:jc w:val="both"/>
        <w:rPr>
          <w:sz w:val="24"/>
        </w:rPr>
      </w:pPr>
      <w:r w:rsidRPr="00E13F01">
        <w:rPr>
          <w:sz w:val="24"/>
        </w:rPr>
        <w:tab/>
        <w:t>Пункты выдачи изделий должны быть оборудованы средствами связи.</w:t>
      </w:r>
    </w:p>
    <w:p w:rsidR="00E13F01" w:rsidRPr="00E13F01" w:rsidRDefault="00E13F01" w:rsidP="00E13F01">
      <w:pPr>
        <w:spacing w:line="240" w:lineRule="auto"/>
        <w:ind w:firstLine="720"/>
        <w:jc w:val="center"/>
        <w:rPr>
          <w:bCs/>
          <w:color w:val="000000"/>
          <w:sz w:val="24"/>
        </w:rPr>
      </w:pPr>
    </w:p>
    <w:p w:rsidR="00E13F01" w:rsidRPr="00E13F01" w:rsidRDefault="00E13F01" w:rsidP="00E13F01">
      <w:pPr>
        <w:spacing w:line="240" w:lineRule="auto"/>
        <w:rPr>
          <w:b/>
          <w:bCs/>
          <w:color w:val="000000"/>
          <w:sz w:val="24"/>
        </w:rPr>
      </w:pPr>
    </w:p>
    <w:p w:rsidR="00E13F01" w:rsidRPr="00E13F01" w:rsidRDefault="00E13F01" w:rsidP="00E13F01">
      <w:pPr>
        <w:spacing w:line="240" w:lineRule="auto"/>
        <w:ind w:firstLine="720"/>
        <w:jc w:val="center"/>
        <w:rPr>
          <w:b/>
          <w:bCs/>
          <w:color w:val="000000"/>
          <w:sz w:val="24"/>
        </w:rPr>
      </w:pPr>
      <w:r w:rsidRPr="00E13F01">
        <w:rPr>
          <w:b/>
          <w:bCs/>
          <w:color w:val="000000"/>
          <w:sz w:val="24"/>
        </w:rPr>
        <w:t>Обоснование использования показателей, требований, условных обозначений и терминологии</w:t>
      </w:r>
    </w:p>
    <w:p w:rsidR="00E13F01" w:rsidRPr="00E13F01" w:rsidRDefault="00E13F01" w:rsidP="00E13F01">
      <w:pPr>
        <w:spacing w:line="240" w:lineRule="auto"/>
        <w:ind w:firstLine="720"/>
        <w:jc w:val="both"/>
        <w:rPr>
          <w:bCs/>
          <w:color w:val="000000"/>
          <w:sz w:val="24"/>
        </w:rPr>
      </w:pPr>
    </w:p>
    <w:p w:rsidR="00E13F01" w:rsidRPr="00E13F01" w:rsidRDefault="00E13F01" w:rsidP="00E13F01">
      <w:pPr>
        <w:spacing w:line="240" w:lineRule="auto"/>
        <w:ind w:firstLine="720"/>
        <w:jc w:val="both"/>
        <w:rPr>
          <w:bCs/>
          <w:color w:val="000000"/>
          <w:sz w:val="24"/>
        </w:rPr>
      </w:pPr>
      <w:r w:rsidRPr="00E13F01">
        <w:rPr>
          <w:bCs/>
          <w:color w:val="000000"/>
          <w:sz w:val="24"/>
        </w:rPr>
        <w:t xml:space="preserve">Понятия, требования и терминология приведены в соответствии с Приказом Министерства труда и социальной защиты Российской Федерации № 888н от 28 декабря 2017 г. "Об утверждении перечня показаний и противопоказаний для обеспечения инвалидов техническими средствами реабилитации", Приказом Министерства труда и социальной защиты Российской Федерации № 86 н от 13.02.2018 г. «Об утверждении классификации технических средств реабилитации (изделий) в рамках федерального перечня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 декабря </w:t>
      </w:r>
      <w:smartTag w:uri="urn:schemas-microsoft-com:office:smarttags" w:element="metricconverter">
        <w:smartTagPr>
          <w:attr w:name="ProductID" w:val="2005 г"/>
        </w:smartTagPr>
        <w:r w:rsidRPr="00E13F01">
          <w:rPr>
            <w:bCs/>
            <w:color w:val="000000"/>
            <w:sz w:val="24"/>
          </w:rPr>
          <w:t>2005 г</w:t>
        </w:r>
      </w:smartTag>
      <w:r w:rsidRPr="00E13F01">
        <w:rPr>
          <w:bCs/>
          <w:color w:val="000000"/>
          <w:sz w:val="24"/>
        </w:rPr>
        <w:t>. N 2347-Р» и ИПРА (ИПР) инвалидов.</w:t>
      </w:r>
    </w:p>
    <w:p w:rsidR="00E13F01" w:rsidRPr="00E13F01" w:rsidRDefault="00E13F01" w:rsidP="00E13F01">
      <w:pPr>
        <w:spacing w:line="240" w:lineRule="auto"/>
        <w:ind w:firstLine="720"/>
        <w:jc w:val="both"/>
        <w:rPr>
          <w:bCs/>
          <w:color w:val="000000"/>
          <w:sz w:val="24"/>
        </w:rPr>
      </w:pPr>
    </w:p>
    <w:p w:rsidR="00E13F01" w:rsidRPr="00E13F01" w:rsidRDefault="00E13F01" w:rsidP="00E13F01">
      <w:pPr>
        <w:keepNext/>
        <w:shd w:val="clear" w:color="auto" w:fill="FFFFFF"/>
        <w:spacing w:line="240" w:lineRule="auto"/>
        <w:jc w:val="both"/>
        <w:rPr>
          <w:b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6237"/>
        <w:gridCol w:w="851"/>
      </w:tblGrid>
      <w:tr w:rsidR="00E13F01" w:rsidRPr="00E13F01" w:rsidTr="00733409">
        <w:trPr>
          <w:trHeight w:val="462"/>
        </w:trPr>
        <w:tc>
          <w:tcPr>
            <w:tcW w:w="1418" w:type="dxa"/>
          </w:tcPr>
          <w:p w:rsidR="00E13F01" w:rsidRPr="00E13F01" w:rsidRDefault="00E13F01" w:rsidP="00E13F01">
            <w:pPr>
              <w:spacing w:line="240" w:lineRule="auto"/>
              <w:ind w:left="-70" w:right="-108"/>
              <w:jc w:val="center"/>
              <w:rPr>
                <w:b/>
                <w:sz w:val="20"/>
                <w:szCs w:val="20"/>
              </w:rPr>
            </w:pPr>
            <w:r w:rsidRPr="00E13F01">
              <w:rPr>
                <w:b/>
                <w:sz w:val="20"/>
                <w:szCs w:val="20"/>
              </w:rPr>
              <w:t>Наименование и код объекта закупки по КТРУ/ ОКПД2</w:t>
            </w:r>
          </w:p>
        </w:tc>
        <w:tc>
          <w:tcPr>
            <w:tcW w:w="1559" w:type="dxa"/>
          </w:tcPr>
          <w:p w:rsidR="00E13F01" w:rsidRPr="00E13F01" w:rsidRDefault="00E13F01" w:rsidP="00E13F01">
            <w:pPr>
              <w:spacing w:line="240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13F01">
              <w:rPr>
                <w:b/>
                <w:sz w:val="20"/>
                <w:szCs w:val="20"/>
              </w:rPr>
              <w:t>Наименование объекта закупки и номер вида ТСР по Классификации</w:t>
            </w:r>
          </w:p>
        </w:tc>
        <w:tc>
          <w:tcPr>
            <w:tcW w:w="6237" w:type="dxa"/>
            <w:vAlign w:val="center"/>
          </w:tcPr>
          <w:p w:rsidR="00E13F01" w:rsidRPr="00E13F01" w:rsidRDefault="00E13F01" w:rsidP="00E13F0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13F01">
              <w:rPr>
                <w:b/>
                <w:sz w:val="20"/>
                <w:szCs w:val="20"/>
              </w:rPr>
              <w:t>Описание функциональных и технических характеристик</w:t>
            </w:r>
          </w:p>
        </w:tc>
        <w:tc>
          <w:tcPr>
            <w:tcW w:w="851" w:type="dxa"/>
            <w:vAlign w:val="center"/>
          </w:tcPr>
          <w:p w:rsidR="00E13F01" w:rsidRPr="00E13F01" w:rsidRDefault="00E13F01" w:rsidP="00E13F0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13F01">
              <w:rPr>
                <w:b/>
                <w:sz w:val="20"/>
                <w:szCs w:val="20"/>
              </w:rPr>
              <w:t>Кол-во (шт.)</w:t>
            </w:r>
          </w:p>
        </w:tc>
      </w:tr>
      <w:tr w:rsidR="00E13F01" w:rsidRPr="00E13F01" w:rsidTr="00733409">
        <w:trPr>
          <w:trHeight w:val="3045"/>
        </w:trPr>
        <w:tc>
          <w:tcPr>
            <w:tcW w:w="1418" w:type="dxa"/>
          </w:tcPr>
          <w:p w:rsidR="00E13F01" w:rsidRPr="00E13F01" w:rsidRDefault="00E13F01" w:rsidP="00E13F0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lastRenderedPageBreak/>
              <w:t>Телевизор с телетекстом для приема программ со скрытыми субтитрами с диагональю 54-66 см</w:t>
            </w:r>
          </w:p>
          <w:p w:rsidR="00E13F01" w:rsidRPr="00E13F01" w:rsidRDefault="00E13F01" w:rsidP="00E13F0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26.40.20.122-00000001</w:t>
            </w:r>
          </w:p>
          <w:p w:rsidR="00E13F01" w:rsidRPr="00E13F01" w:rsidRDefault="00E13F01" w:rsidP="00E13F01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13F01" w:rsidRPr="00E13F01" w:rsidRDefault="00E13F01" w:rsidP="00E13F0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Телевизор с телетекстом для приема программ со скрытыми субтитрами с диагональю 54-66 см</w:t>
            </w:r>
          </w:p>
          <w:p w:rsidR="00E13F01" w:rsidRPr="00E13F01" w:rsidRDefault="00E13F01" w:rsidP="00E13F0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18-01-01</w:t>
            </w:r>
          </w:p>
          <w:p w:rsidR="00E13F01" w:rsidRPr="00E13F01" w:rsidRDefault="00E13F01" w:rsidP="00E13F01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Телевизор с телетекстом для приема программ со скрытыми субтитрами предназначен для приема телесигнала, несущего информацию и телевизионном изображении и связанную с ним информацию.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Характеристики: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жидкокристаллический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Диагональ телевизора должна быть не менее 54 см (не менее 21,26 дюйма)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 xml:space="preserve">Формат экрана 16:9; 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 xml:space="preserve">частота обновления не менее 50 ГЦ; 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 xml:space="preserve">поддержка стандартов </w:t>
            </w:r>
            <w:r w:rsidRPr="00E13F01">
              <w:rPr>
                <w:sz w:val="20"/>
                <w:szCs w:val="20"/>
                <w:lang w:val="en-US"/>
              </w:rPr>
              <w:t>DVB</w:t>
            </w:r>
            <w:r w:rsidRPr="00E13F01">
              <w:rPr>
                <w:sz w:val="20"/>
                <w:szCs w:val="20"/>
              </w:rPr>
              <w:t>-</w:t>
            </w:r>
            <w:r w:rsidRPr="00E13F01">
              <w:rPr>
                <w:sz w:val="20"/>
                <w:szCs w:val="20"/>
                <w:lang w:val="en-US"/>
              </w:rPr>
              <w:t>T</w:t>
            </w:r>
            <w:r w:rsidRPr="00E13F01">
              <w:rPr>
                <w:sz w:val="20"/>
                <w:szCs w:val="20"/>
              </w:rPr>
              <w:t xml:space="preserve">2 </w:t>
            </w:r>
            <w:r w:rsidRPr="00E13F01">
              <w:rPr>
                <w:sz w:val="20"/>
                <w:szCs w:val="20"/>
                <w:lang w:val="en-US"/>
              </w:rPr>
              <w:t>DVB</w:t>
            </w:r>
            <w:r w:rsidRPr="00E13F01">
              <w:rPr>
                <w:sz w:val="20"/>
                <w:szCs w:val="20"/>
              </w:rPr>
              <w:t>-</w:t>
            </w:r>
            <w:r w:rsidRPr="00E13F01">
              <w:rPr>
                <w:sz w:val="20"/>
                <w:szCs w:val="20"/>
                <w:lang w:val="en-US"/>
              </w:rPr>
              <w:t>C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 xml:space="preserve">телетекст с памятью не менее 10 страниц 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наличие разъемов для наушников;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 xml:space="preserve">мощность звука не менее 2 Вт; 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акустическая система не менее одного динамика;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Телевизоры с телетекстом должны обеспечивать беспрепятственный доступ инвалидов с нарушением слуха к информации в виде субтитров, передаваемых на странице 888-й или 889-й системы «Телетекст»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экранное меню на русском языке.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Энергетическая эффективность должна быть не ниже класса «В».</w:t>
            </w:r>
          </w:p>
          <w:p w:rsidR="00E13F01" w:rsidRPr="00E13F01" w:rsidRDefault="00E13F01" w:rsidP="00E13F0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>Телевизор с телетекстом должен быть укомплектован пультом дистанционного управления и инструкцией по эксплуатации на русском языке.</w:t>
            </w:r>
          </w:p>
        </w:tc>
        <w:tc>
          <w:tcPr>
            <w:tcW w:w="851" w:type="dxa"/>
            <w:vAlign w:val="center"/>
          </w:tcPr>
          <w:p w:rsidR="00E13F01" w:rsidRPr="00E13F01" w:rsidRDefault="00E13F01" w:rsidP="00E13F01">
            <w:pPr>
              <w:spacing w:line="240" w:lineRule="auto"/>
              <w:rPr>
                <w:sz w:val="20"/>
                <w:szCs w:val="20"/>
              </w:rPr>
            </w:pPr>
            <w:r w:rsidRPr="00E13F01">
              <w:rPr>
                <w:sz w:val="20"/>
                <w:szCs w:val="20"/>
              </w:rPr>
              <w:t xml:space="preserve">  235</w:t>
            </w:r>
          </w:p>
        </w:tc>
      </w:tr>
    </w:tbl>
    <w:p w:rsidR="00E13F01" w:rsidRPr="00E13F01" w:rsidRDefault="00E13F01" w:rsidP="00E13F01">
      <w:pPr>
        <w:keepNext/>
        <w:widowControl w:val="0"/>
        <w:spacing w:line="240" w:lineRule="auto"/>
        <w:rPr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</w:p>
    <w:p w:rsidR="00E13F01" w:rsidRDefault="00E13F01" w:rsidP="007846EE">
      <w:pPr>
        <w:tabs>
          <w:tab w:val="left" w:pos="0"/>
        </w:tabs>
        <w:spacing w:line="240" w:lineRule="auto"/>
        <w:jc w:val="both"/>
        <w:rPr>
          <w:b/>
          <w:bCs/>
          <w:sz w:val="24"/>
        </w:rPr>
      </w:pPr>
      <w:bookmarkStart w:id="0" w:name="_GoBack"/>
      <w:bookmarkEnd w:id="0"/>
    </w:p>
    <w:sectPr w:rsidR="00E13F01" w:rsidSect="00335E10">
      <w:headerReference w:type="even" r:id="rId8"/>
      <w:footerReference w:type="even" r:id="rId9"/>
      <w:pgSz w:w="11907" w:h="16840"/>
      <w:pgMar w:top="488" w:right="601" w:bottom="81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DEE" w:rsidRDefault="00A43DEE">
      <w:r>
        <w:separator/>
      </w:r>
    </w:p>
  </w:endnote>
  <w:endnote w:type="continuationSeparator" w:id="0">
    <w:p w:rsidR="00A43DEE" w:rsidRDefault="00A4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lvetsky 12p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NarrowC">
    <w:altName w:val="Courier New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31" w:rsidRDefault="00D25631" w:rsidP="0064752C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631" w:rsidRDefault="00D25631" w:rsidP="0064752C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DEE" w:rsidRDefault="00A43DEE">
      <w:r>
        <w:separator/>
      </w:r>
    </w:p>
  </w:footnote>
  <w:footnote w:type="continuationSeparator" w:id="0">
    <w:p w:rsidR="00A43DEE" w:rsidRDefault="00A43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31" w:rsidRDefault="00D25631" w:rsidP="0064752C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5</w:t>
    </w:r>
    <w:r>
      <w:rPr>
        <w:rStyle w:val="ad"/>
      </w:rPr>
      <w:fldChar w:fldCharType="end"/>
    </w:r>
  </w:p>
  <w:p w:rsidR="00D25631" w:rsidRDefault="00D25631" w:rsidP="0064752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2EF289D6"/>
    <w:lvl w:ilvl="0">
      <w:start w:val="1"/>
      <w:numFmt w:val="decimal"/>
      <w:pStyle w:val="-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7E40ED5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E571AD9"/>
    <w:multiLevelType w:val="multilevel"/>
    <w:tmpl w:val="3EE09C8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2471"/>
        </w:tabs>
        <w:ind w:left="247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lowerLetter"/>
      <w:pStyle w:val="02statia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/>
      </w:rPr>
    </w:lvl>
  </w:abstractNum>
  <w:abstractNum w:abstractNumId="3">
    <w:nsid w:val="521546AA"/>
    <w:multiLevelType w:val="hybridMultilevel"/>
    <w:tmpl w:val="0994C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14084"/>
    <w:multiLevelType w:val="hybridMultilevel"/>
    <w:tmpl w:val="AEE06D0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4520EA"/>
    <w:multiLevelType w:val="hybridMultilevel"/>
    <w:tmpl w:val="3C527E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A5DC8"/>
    <w:multiLevelType w:val="hybridMultilevel"/>
    <w:tmpl w:val="B79675DC"/>
    <w:lvl w:ilvl="0" w:tplc="E834C6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A168B"/>
    <w:multiLevelType w:val="hybridMultilevel"/>
    <w:tmpl w:val="FE3E3BD0"/>
    <w:lvl w:ilvl="0" w:tplc="214A831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47"/>
        </w:tabs>
        <w:ind w:left="720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>
    <w:nsid w:val="7E02773D"/>
    <w:multiLevelType w:val="hybridMultilevel"/>
    <w:tmpl w:val="EB50EDEA"/>
    <w:lvl w:ilvl="0" w:tplc="CC7C274C">
      <w:start w:val="1"/>
      <w:numFmt w:val="decimal"/>
      <w:pStyle w:val="2"/>
      <w:lvlText w:val="%1)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5"/>
  </w:num>
  <w:num w:numId="5">
    <w:abstractNumId w:val="1"/>
    <w:lvlOverride w:ilvl="0">
      <w:startOverride w:val="1"/>
    </w:lvlOverride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>
      <o:colormru v:ext="edit" colors="#f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6EE"/>
    <w:rsid w:val="000004E3"/>
    <w:rsid w:val="000136AF"/>
    <w:rsid w:val="000157AA"/>
    <w:rsid w:val="000160CF"/>
    <w:rsid w:val="00016D85"/>
    <w:rsid w:val="00021F45"/>
    <w:rsid w:val="00023FB1"/>
    <w:rsid w:val="00025424"/>
    <w:rsid w:val="0002585A"/>
    <w:rsid w:val="00026ED3"/>
    <w:rsid w:val="00027768"/>
    <w:rsid w:val="000312C5"/>
    <w:rsid w:val="00036DB7"/>
    <w:rsid w:val="00040BB2"/>
    <w:rsid w:val="0004424E"/>
    <w:rsid w:val="00051DA0"/>
    <w:rsid w:val="00052F3C"/>
    <w:rsid w:val="000539E9"/>
    <w:rsid w:val="0005406C"/>
    <w:rsid w:val="00056EC4"/>
    <w:rsid w:val="00057FB5"/>
    <w:rsid w:val="0006080C"/>
    <w:rsid w:val="00061E30"/>
    <w:rsid w:val="0006349F"/>
    <w:rsid w:val="00066506"/>
    <w:rsid w:val="000671BD"/>
    <w:rsid w:val="00067C6C"/>
    <w:rsid w:val="00070C01"/>
    <w:rsid w:val="00071DE0"/>
    <w:rsid w:val="00076275"/>
    <w:rsid w:val="000772F1"/>
    <w:rsid w:val="0007791E"/>
    <w:rsid w:val="00085DA1"/>
    <w:rsid w:val="00087C5A"/>
    <w:rsid w:val="00092926"/>
    <w:rsid w:val="00095C7C"/>
    <w:rsid w:val="00096D4F"/>
    <w:rsid w:val="00097FC0"/>
    <w:rsid w:val="000A1012"/>
    <w:rsid w:val="000A2118"/>
    <w:rsid w:val="000A2301"/>
    <w:rsid w:val="000A2EE2"/>
    <w:rsid w:val="000A3BDD"/>
    <w:rsid w:val="000A4E03"/>
    <w:rsid w:val="000A6B87"/>
    <w:rsid w:val="000A6EE3"/>
    <w:rsid w:val="000A768F"/>
    <w:rsid w:val="000A7C2A"/>
    <w:rsid w:val="000B15C5"/>
    <w:rsid w:val="000B5126"/>
    <w:rsid w:val="000B6493"/>
    <w:rsid w:val="000C0087"/>
    <w:rsid w:val="000C0F99"/>
    <w:rsid w:val="000C1334"/>
    <w:rsid w:val="000C2595"/>
    <w:rsid w:val="000C675D"/>
    <w:rsid w:val="000C683D"/>
    <w:rsid w:val="000C71E0"/>
    <w:rsid w:val="000E1F7A"/>
    <w:rsid w:val="000E35EC"/>
    <w:rsid w:val="000F209F"/>
    <w:rsid w:val="000F2406"/>
    <w:rsid w:val="000F2579"/>
    <w:rsid w:val="000F40CE"/>
    <w:rsid w:val="000F452A"/>
    <w:rsid w:val="000F60C3"/>
    <w:rsid w:val="000F6838"/>
    <w:rsid w:val="000F6B39"/>
    <w:rsid w:val="000F7813"/>
    <w:rsid w:val="001050A1"/>
    <w:rsid w:val="00111301"/>
    <w:rsid w:val="00114213"/>
    <w:rsid w:val="001152DF"/>
    <w:rsid w:val="00120CCC"/>
    <w:rsid w:val="001222B7"/>
    <w:rsid w:val="001225E4"/>
    <w:rsid w:val="00130885"/>
    <w:rsid w:val="00133D9E"/>
    <w:rsid w:val="00134945"/>
    <w:rsid w:val="001353D3"/>
    <w:rsid w:val="001362AF"/>
    <w:rsid w:val="00137059"/>
    <w:rsid w:val="00137330"/>
    <w:rsid w:val="00137511"/>
    <w:rsid w:val="00137CF4"/>
    <w:rsid w:val="001400C1"/>
    <w:rsid w:val="00141416"/>
    <w:rsid w:val="00142271"/>
    <w:rsid w:val="001443B4"/>
    <w:rsid w:val="001470A8"/>
    <w:rsid w:val="001474F5"/>
    <w:rsid w:val="00152B1B"/>
    <w:rsid w:val="00153003"/>
    <w:rsid w:val="00155F78"/>
    <w:rsid w:val="00156416"/>
    <w:rsid w:val="001613EA"/>
    <w:rsid w:val="00164B87"/>
    <w:rsid w:val="00166295"/>
    <w:rsid w:val="00170BE2"/>
    <w:rsid w:val="0017130E"/>
    <w:rsid w:val="00171891"/>
    <w:rsid w:val="00174B3F"/>
    <w:rsid w:val="00177C34"/>
    <w:rsid w:val="00180646"/>
    <w:rsid w:val="001808FB"/>
    <w:rsid w:val="00180A78"/>
    <w:rsid w:val="00183DB9"/>
    <w:rsid w:val="0018470A"/>
    <w:rsid w:val="00190767"/>
    <w:rsid w:val="001932DF"/>
    <w:rsid w:val="00194302"/>
    <w:rsid w:val="001960EA"/>
    <w:rsid w:val="0019687C"/>
    <w:rsid w:val="00196ACA"/>
    <w:rsid w:val="001A0D9D"/>
    <w:rsid w:val="001A59E5"/>
    <w:rsid w:val="001B061D"/>
    <w:rsid w:val="001B3B32"/>
    <w:rsid w:val="001B5AD4"/>
    <w:rsid w:val="001C0904"/>
    <w:rsid w:val="001C196C"/>
    <w:rsid w:val="001C2E8F"/>
    <w:rsid w:val="001C3963"/>
    <w:rsid w:val="001C5856"/>
    <w:rsid w:val="001D11BE"/>
    <w:rsid w:val="001D17D1"/>
    <w:rsid w:val="001E0107"/>
    <w:rsid w:val="001E50CA"/>
    <w:rsid w:val="001E5374"/>
    <w:rsid w:val="001E53E9"/>
    <w:rsid w:val="001E55D5"/>
    <w:rsid w:val="001E75D4"/>
    <w:rsid w:val="001F05B4"/>
    <w:rsid w:val="001F20F3"/>
    <w:rsid w:val="001F32DA"/>
    <w:rsid w:val="001F380E"/>
    <w:rsid w:val="001F3E14"/>
    <w:rsid w:val="001F6D64"/>
    <w:rsid w:val="001F6DB5"/>
    <w:rsid w:val="001F6E48"/>
    <w:rsid w:val="001F7131"/>
    <w:rsid w:val="00200B6A"/>
    <w:rsid w:val="00200D34"/>
    <w:rsid w:val="00202AB0"/>
    <w:rsid w:val="0020312E"/>
    <w:rsid w:val="00203160"/>
    <w:rsid w:val="0020373F"/>
    <w:rsid w:val="00203814"/>
    <w:rsid w:val="00207709"/>
    <w:rsid w:val="002118CD"/>
    <w:rsid w:val="0021268D"/>
    <w:rsid w:val="00212B96"/>
    <w:rsid w:val="00220552"/>
    <w:rsid w:val="002214D7"/>
    <w:rsid w:val="00221B7D"/>
    <w:rsid w:val="00222AD0"/>
    <w:rsid w:val="0022671E"/>
    <w:rsid w:val="002277FF"/>
    <w:rsid w:val="002312C0"/>
    <w:rsid w:val="00233CB9"/>
    <w:rsid w:val="00237675"/>
    <w:rsid w:val="00240AD9"/>
    <w:rsid w:val="00246981"/>
    <w:rsid w:val="002477F8"/>
    <w:rsid w:val="00251A26"/>
    <w:rsid w:val="00251B0C"/>
    <w:rsid w:val="00251B8B"/>
    <w:rsid w:val="0025214A"/>
    <w:rsid w:val="00253BBA"/>
    <w:rsid w:val="00254795"/>
    <w:rsid w:val="002561B0"/>
    <w:rsid w:val="0025626A"/>
    <w:rsid w:val="002565D9"/>
    <w:rsid w:val="00256845"/>
    <w:rsid w:val="00256D99"/>
    <w:rsid w:val="00257B55"/>
    <w:rsid w:val="00260E56"/>
    <w:rsid w:val="00263A1A"/>
    <w:rsid w:val="00264F44"/>
    <w:rsid w:val="00267961"/>
    <w:rsid w:val="00267A1E"/>
    <w:rsid w:val="00273C3D"/>
    <w:rsid w:val="00277FE2"/>
    <w:rsid w:val="0028066F"/>
    <w:rsid w:val="00282848"/>
    <w:rsid w:val="002843A1"/>
    <w:rsid w:val="00292DB7"/>
    <w:rsid w:val="00295A27"/>
    <w:rsid w:val="002966FC"/>
    <w:rsid w:val="002A023C"/>
    <w:rsid w:val="002A214C"/>
    <w:rsid w:val="002A2CDA"/>
    <w:rsid w:val="002A5528"/>
    <w:rsid w:val="002A58C2"/>
    <w:rsid w:val="002A6182"/>
    <w:rsid w:val="002B115D"/>
    <w:rsid w:val="002B48D0"/>
    <w:rsid w:val="002C186B"/>
    <w:rsid w:val="002C26B6"/>
    <w:rsid w:val="002C2962"/>
    <w:rsid w:val="002D42AC"/>
    <w:rsid w:val="002D5DBE"/>
    <w:rsid w:val="002D6DCF"/>
    <w:rsid w:val="002E47FF"/>
    <w:rsid w:val="002E49A2"/>
    <w:rsid w:val="002E78EE"/>
    <w:rsid w:val="002F0F39"/>
    <w:rsid w:val="002F2348"/>
    <w:rsid w:val="002F2463"/>
    <w:rsid w:val="002F2599"/>
    <w:rsid w:val="002F35A1"/>
    <w:rsid w:val="002F36D5"/>
    <w:rsid w:val="002F4C8A"/>
    <w:rsid w:val="003009DB"/>
    <w:rsid w:val="0030572B"/>
    <w:rsid w:val="00311EFC"/>
    <w:rsid w:val="00313579"/>
    <w:rsid w:val="003156FF"/>
    <w:rsid w:val="00315909"/>
    <w:rsid w:val="00315E7B"/>
    <w:rsid w:val="00316E25"/>
    <w:rsid w:val="003202F1"/>
    <w:rsid w:val="00324F4A"/>
    <w:rsid w:val="00326A40"/>
    <w:rsid w:val="0033171D"/>
    <w:rsid w:val="00335AAE"/>
    <w:rsid w:val="00335E10"/>
    <w:rsid w:val="003378B8"/>
    <w:rsid w:val="00343A43"/>
    <w:rsid w:val="0034478C"/>
    <w:rsid w:val="0034798E"/>
    <w:rsid w:val="003509D4"/>
    <w:rsid w:val="00355847"/>
    <w:rsid w:val="00362459"/>
    <w:rsid w:val="00364620"/>
    <w:rsid w:val="003729D4"/>
    <w:rsid w:val="00382B20"/>
    <w:rsid w:val="003836E6"/>
    <w:rsid w:val="00384959"/>
    <w:rsid w:val="003904F1"/>
    <w:rsid w:val="003932A2"/>
    <w:rsid w:val="00393860"/>
    <w:rsid w:val="0039482C"/>
    <w:rsid w:val="003948F9"/>
    <w:rsid w:val="003964DD"/>
    <w:rsid w:val="00397B93"/>
    <w:rsid w:val="003B2AB9"/>
    <w:rsid w:val="003B6385"/>
    <w:rsid w:val="003C0CCC"/>
    <w:rsid w:val="003C12BB"/>
    <w:rsid w:val="003C13CA"/>
    <w:rsid w:val="003C1F8B"/>
    <w:rsid w:val="003C3B3E"/>
    <w:rsid w:val="003C5774"/>
    <w:rsid w:val="003D36F5"/>
    <w:rsid w:val="003D4E5C"/>
    <w:rsid w:val="003D570A"/>
    <w:rsid w:val="003D59CA"/>
    <w:rsid w:val="003E0358"/>
    <w:rsid w:val="003E66A8"/>
    <w:rsid w:val="003F1AB6"/>
    <w:rsid w:val="003F2AED"/>
    <w:rsid w:val="004004CD"/>
    <w:rsid w:val="0040128E"/>
    <w:rsid w:val="0040133C"/>
    <w:rsid w:val="00402217"/>
    <w:rsid w:val="004030C1"/>
    <w:rsid w:val="00405C9B"/>
    <w:rsid w:val="00407A91"/>
    <w:rsid w:val="00413431"/>
    <w:rsid w:val="00417E0D"/>
    <w:rsid w:val="00421BFB"/>
    <w:rsid w:val="00423368"/>
    <w:rsid w:val="0042340A"/>
    <w:rsid w:val="0042496C"/>
    <w:rsid w:val="004306CE"/>
    <w:rsid w:val="00432DE4"/>
    <w:rsid w:val="004334F3"/>
    <w:rsid w:val="004405D2"/>
    <w:rsid w:val="0044060B"/>
    <w:rsid w:val="0044666C"/>
    <w:rsid w:val="00461A03"/>
    <w:rsid w:val="00462FAF"/>
    <w:rsid w:val="004640F2"/>
    <w:rsid w:val="004642BF"/>
    <w:rsid w:val="00464AAE"/>
    <w:rsid w:val="00471D90"/>
    <w:rsid w:val="00472E26"/>
    <w:rsid w:val="00475152"/>
    <w:rsid w:val="004774E3"/>
    <w:rsid w:val="00480448"/>
    <w:rsid w:val="00481592"/>
    <w:rsid w:val="00484468"/>
    <w:rsid w:val="00484484"/>
    <w:rsid w:val="0048661E"/>
    <w:rsid w:val="00491A7B"/>
    <w:rsid w:val="004A1AA0"/>
    <w:rsid w:val="004A3C92"/>
    <w:rsid w:val="004A4FEC"/>
    <w:rsid w:val="004A5650"/>
    <w:rsid w:val="004A6EA7"/>
    <w:rsid w:val="004B28C9"/>
    <w:rsid w:val="004B5C93"/>
    <w:rsid w:val="004B714C"/>
    <w:rsid w:val="004C0BB4"/>
    <w:rsid w:val="004C157D"/>
    <w:rsid w:val="004C6EBE"/>
    <w:rsid w:val="004C77DC"/>
    <w:rsid w:val="004D3494"/>
    <w:rsid w:val="004D4CA6"/>
    <w:rsid w:val="004D5B03"/>
    <w:rsid w:val="004E0DEC"/>
    <w:rsid w:val="004E10D4"/>
    <w:rsid w:val="004E15DA"/>
    <w:rsid w:val="004E23ED"/>
    <w:rsid w:val="004E65B4"/>
    <w:rsid w:val="004E7662"/>
    <w:rsid w:val="004F1AE0"/>
    <w:rsid w:val="004F62A7"/>
    <w:rsid w:val="004F69F5"/>
    <w:rsid w:val="004F7843"/>
    <w:rsid w:val="00500024"/>
    <w:rsid w:val="005026E1"/>
    <w:rsid w:val="00504FAE"/>
    <w:rsid w:val="0051044C"/>
    <w:rsid w:val="00511DFD"/>
    <w:rsid w:val="00513493"/>
    <w:rsid w:val="00515F67"/>
    <w:rsid w:val="00522387"/>
    <w:rsid w:val="00525573"/>
    <w:rsid w:val="005267F8"/>
    <w:rsid w:val="00530159"/>
    <w:rsid w:val="005308B9"/>
    <w:rsid w:val="00531504"/>
    <w:rsid w:val="0053266B"/>
    <w:rsid w:val="005330D8"/>
    <w:rsid w:val="00535296"/>
    <w:rsid w:val="005374BF"/>
    <w:rsid w:val="0054525F"/>
    <w:rsid w:val="00553618"/>
    <w:rsid w:val="0056264C"/>
    <w:rsid w:val="005664CB"/>
    <w:rsid w:val="0057032E"/>
    <w:rsid w:val="00570473"/>
    <w:rsid w:val="00573657"/>
    <w:rsid w:val="005749FD"/>
    <w:rsid w:val="00575616"/>
    <w:rsid w:val="00584E97"/>
    <w:rsid w:val="00591C9C"/>
    <w:rsid w:val="00593977"/>
    <w:rsid w:val="005960AD"/>
    <w:rsid w:val="005A064A"/>
    <w:rsid w:val="005A09D5"/>
    <w:rsid w:val="005A19CD"/>
    <w:rsid w:val="005A4CA8"/>
    <w:rsid w:val="005A5775"/>
    <w:rsid w:val="005A5C3C"/>
    <w:rsid w:val="005A714E"/>
    <w:rsid w:val="005A72DF"/>
    <w:rsid w:val="005B6156"/>
    <w:rsid w:val="005B7C76"/>
    <w:rsid w:val="005C28A2"/>
    <w:rsid w:val="005C5984"/>
    <w:rsid w:val="005D4B27"/>
    <w:rsid w:val="005D5234"/>
    <w:rsid w:val="005D63C6"/>
    <w:rsid w:val="005D74D0"/>
    <w:rsid w:val="005E368E"/>
    <w:rsid w:val="005E545C"/>
    <w:rsid w:val="005F0193"/>
    <w:rsid w:val="005F0B2A"/>
    <w:rsid w:val="00603C10"/>
    <w:rsid w:val="00605FC9"/>
    <w:rsid w:val="006102BB"/>
    <w:rsid w:val="00615FBC"/>
    <w:rsid w:val="0061697D"/>
    <w:rsid w:val="006169A4"/>
    <w:rsid w:val="00617184"/>
    <w:rsid w:val="006256AF"/>
    <w:rsid w:val="00625C05"/>
    <w:rsid w:val="00631EC0"/>
    <w:rsid w:val="00632384"/>
    <w:rsid w:val="00635A19"/>
    <w:rsid w:val="006372B8"/>
    <w:rsid w:val="0063761C"/>
    <w:rsid w:val="00641378"/>
    <w:rsid w:val="00641D86"/>
    <w:rsid w:val="00644486"/>
    <w:rsid w:val="00645470"/>
    <w:rsid w:val="00645760"/>
    <w:rsid w:val="0064752C"/>
    <w:rsid w:val="00651C88"/>
    <w:rsid w:val="006558CB"/>
    <w:rsid w:val="006573D1"/>
    <w:rsid w:val="00665CFD"/>
    <w:rsid w:val="00667090"/>
    <w:rsid w:val="0067099F"/>
    <w:rsid w:val="00673947"/>
    <w:rsid w:val="0067408B"/>
    <w:rsid w:val="006753C9"/>
    <w:rsid w:val="00675C3F"/>
    <w:rsid w:val="00675F9C"/>
    <w:rsid w:val="00676D0F"/>
    <w:rsid w:val="0068018D"/>
    <w:rsid w:val="00680431"/>
    <w:rsid w:val="0068571D"/>
    <w:rsid w:val="0068743D"/>
    <w:rsid w:val="006874EF"/>
    <w:rsid w:val="00690797"/>
    <w:rsid w:val="006965EA"/>
    <w:rsid w:val="00696A82"/>
    <w:rsid w:val="00696E88"/>
    <w:rsid w:val="00697DA7"/>
    <w:rsid w:val="006A2A8E"/>
    <w:rsid w:val="006A2B1D"/>
    <w:rsid w:val="006A3364"/>
    <w:rsid w:val="006A3BD8"/>
    <w:rsid w:val="006A4A5D"/>
    <w:rsid w:val="006A5F7D"/>
    <w:rsid w:val="006B11ED"/>
    <w:rsid w:val="006B5233"/>
    <w:rsid w:val="006C0A38"/>
    <w:rsid w:val="006C0E8C"/>
    <w:rsid w:val="006C2B25"/>
    <w:rsid w:val="006C2E37"/>
    <w:rsid w:val="006C37D7"/>
    <w:rsid w:val="006C3ECE"/>
    <w:rsid w:val="006C75B8"/>
    <w:rsid w:val="006C7728"/>
    <w:rsid w:val="006C79BE"/>
    <w:rsid w:val="006D01E3"/>
    <w:rsid w:val="006D1F72"/>
    <w:rsid w:val="006D5372"/>
    <w:rsid w:val="006E04F1"/>
    <w:rsid w:val="006E230E"/>
    <w:rsid w:val="006E3FEF"/>
    <w:rsid w:val="006E6EA9"/>
    <w:rsid w:val="006F3693"/>
    <w:rsid w:val="006F7D45"/>
    <w:rsid w:val="0070638F"/>
    <w:rsid w:val="00706B2B"/>
    <w:rsid w:val="00711A81"/>
    <w:rsid w:val="00713DA1"/>
    <w:rsid w:val="0071563C"/>
    <w:rsid w:val="0071682E"/>
    <w:rsid w:val="007171E0"/>
    <w:rsid w:val="007244A2"/>
    <w:rsid w:val="00724B4F"/>
    <w:rsid w:val="00725AD3"/>
    <w:rsid w:val="007260DE"/>
    <w:rsid w:val="00726FCF"/>
    <w:rsid w:val="007329F6"/>
    <w:rsid w:val="00733409"/>
    <w:rsid w:val="00733EDA"/>
    <w:rsid w:val="007348E0"/>
    <w:rsid w:val="00740013"/>
    <w:rsid w:val="00744EBC"/>
    <w:rsid w:val="00745B85"/>
    <w:rsid w:val="007465EE"/>
    <w:rsid w:val="00750983"/>
    <w:rsid w:val="00751D7C"/>
    <w:rsid w:val="00760A1E"/>
    <w:rsid w:val="007625DD"/>
    <w:rsid w:val="007657D5"/>
    <w:rsid w:val="00765D94"/>
    <w:rsid w:val="00773075"/>
    <w:rsid w:val="00775EE6"/>
    <w:rsid w:val="007769CA"/>
    <w:rsid w:val="007837FE"/>
    <w:rsid w:val="00783964"/>
    <w:rsid w:val="007846EE"/>
    <w:rsid w:val="00784C44"/>
    <w:rsid w:val="00784FF9"/>
    <w:rsid w:val="00786737"/>
    <w:rsid w:val="00786886"/>
    <w:rsid w:val="00787132"/>
    <w:rsid w:val="00793991"/>
    <w:rsid w:val="00794A81"/>
    <w:rsid w:val="00795802"/>
    <w:rsid w:val="007A338B"/>
    <w:rsid w:val="007A3B9C"/>
    <w:rsid w:val="007A4982"/>
    <w:rsid w:val="007A6A5D"/>
    <w:rsid w:val="007B13AC"/>
    <w:rsid w:val="007B1873"/>
    <w:rsid w:val="007B741A"/>
    <w:rsid w:val="007C0117"/>
    <w:rsid w:val="007C2EEE"/>
    <w:rsid w:val="007C3AF8"/>
    <w:rsid w:val="007C5E46"/>
    <w:rsid w:val="007C6CDB"/>
    <w:rsid w:val="007D0222"/>
    <w:rsid w:val="007D1C59"/>
    <w:rsid w:val="007D5D1C"/>
    <w:rsid w:val="007D5F7F"/>
    <w:rsid w:val="007E4C09"/>
    <w:rsid w:val="007E4F7A"/>
    <w:rsid w:val="007F4C2F"/>
    <w:rsid w:val="007F70BD"/>
    <w:rsid w:val="00801FE4"/>
    <w:rsid w:val="0080264E"/>
    <w:rsid w:val="00802E84"/>
    <w:rsid w:val="00803344"/>
    <w:rsid w:val="008064C8"/>
    <w:rsid w:val="00807620"/>
    <w:rsid w:val="00807DDA"/>
    <w:rsid w:val="00810D57"/>
    <w:rsid w:val="00811645"/>
    <w:rsid w:val="00820936"/>
    <w:rsid w:val="00824191"/>
    <w:rsid w:val="008357B9"/>
    <w:rsid w:val="00836E1C"/>
    <w:rsid w:val="0083759D"/>
    <w:rsid w:val="008416E1"/>
    <w:rsid w:val="00850E6F"/>
    <w:rsid w:val="00852FB3"/>
    <w:rsid w:val="0085610E"/>
    <w:rsid w:val="0085667C"/>
    <w:rsid w:val="00856805"/>
    <w:rsid w:val="008717AE"/>
    <w:rsid w:val="00873585"/>
    <w:rsid w:val="00876BA9"/>
    <w:rsid w:val="008802CA"/>
    <w:rsid w:val="00886383"/>
    <w:rsid w:val="00891524"/>
    <w:rsid w:val="008B1232"/>
    <w:rsid w:val="008B22D5"/>
    <w:rsid w:val="008B5091"/>
    <w:rsid w:val="008C1A94"/>
    <w:rsid w:val="008C4FFA"/>
    <w:rsid w:val="008C6C6D"/>
    <w:rsid w:val="008D0DAB"/>
    <w:rsid w:val="008D59AA"/>
    <w:rsid w:val="008D79F5"/>
    <w:rsid w:val="008D7A83"/>
    <w:rsid w:val="008D7DDF"/>
    <w:rsid w:val="008E2C08"/>
    <w:rsid w:val="008E37A6"/>
    <w:rsid w:val="008E3CD2"/>
    <w:rsid w:val="008E6A55"/>
    <w:rsid w:val="008E6BC3"/>
    <w:rsid w:val="008F1498"/>
    <w:rsid w:val="008F1C22"/>
    <w:rsid w:val="008F2E9B"/>
    <w:rsid w:val="008F3417"/>
    <w:rsid w:val="008F4AE2"/>
    <w:rsid w:val="008F5BED"/>
    <w:rsid w:val="008F5CF1"/>
    <w:rsid w:val="00900A8D"/>
    <w:rsid w:val="00903B31"/>
    <w:rsid w:val="009079E7"/>
    <w:rsid w:val="0091124C"/>
    <w:rsid w:val="00911DE2"/>
    <w:rsid w:val="009157E4"/>
    <w:rsid w:val="00916893"/>
    <w:rsid w:val="009255C8"/>
    <w:rsid w:val="00926DF8"/>
    <w:rsid w:val="00927FEF"/>
    <w:rsid w:val="009310FA"/>
    <w:rsid w:val="00931EE5"/>
    <w:rsid w:val="00935CCE"/>
    <w:rsid w:val="00936623"/>
    <w:rsid w:val="00936846"/>
    <w:rsid w:val="009478BD"/>
    <w:rsid w:val="00952B0A"/>
    <w:rsid w:val="00954EF8"/>
    <w:rsid w:val="00956113"/>
    <w:rsid w:val="00960022"/>
    <w:rsid w:val="00960F9E"/>
    <w:rsid w:val="00961204"/>
    <w:rsid w:val="0097092B"/>
    <w:rsid w:val="00972248"/>
    <w:rsid w:val="00972A2F"/>
    <w:rsid w:val="009751A6"/>
    <w:rsid w:val="00975B21"/>
    <w:rsid w:val="00982C27"/>
    <w:rsid w:val="00985615"/>
    <w:rsid w:val="00986E20"/>
    <w:rsid w:val="00990DDC"/>
    <w:rsid w:val="00991A9D"/>
    <w:rsid w:val="00992003"/>
    <w:rsid w:val="00992BDF"/>
    <w:rsid w:val="009932CE"/>
    <w:rsid w:val="009A1781"/>
    <w:rsid w:val="009A1B56"/>
    <w:rsid w:val="009A2975"/>
    <w:rsid w:val="009A629F"/>
    <w:rsid w:val="009B4F35"/>
    <w:rsid w:val="009C01DF"/>
    <w:rsid w:val="009C06CE"/>
    <w:rsid w:val="009C0F5C"/>
    <w:rsid w:val="009C14EA"/>
    <w:rsid w:val="009C1529"/>
    <w:rsid w:val="009C4FB0"/>
    <w:rsid w:val="009C5A2E"/>
    <w:rsid w:val="009D00E7"/>
    <w:rsid w:val="009D0D60"/>
    <w:rsid w:val="009D0FD9"/>
    <w:rsid w:val="009D19EA"/>
    <w:rsid w:val="009D4014"/>
    <w:rsid w:val="009D50FB"/>
    <w:rsid w:val="009D7B8F"/>
    <w:rsid w:val="009E4E16"/>
    <w:rsid w:val="009F049C"/>
    <w:rsid w:val="009F074B"/>
    <w:rsid w:val="009F38CC"/>
    <w:rsid w:val="009F7AC6"/>
    <w:rsid w:val="00A01B01"/>
    <w:rsid w:val="00A062DA"/>
    <w:rsid w:val="00A11013"/>
    <w:rsid w:val="00A131B2"/>
    <w:rsid w:val="00A204E0"/>
    <w:rsid w:val="00A23F7B"/>
    <w:rsid w:val="00A2461D"/>
    <w:rsid w:val="00A24AF0"/>
    <w:rsid w:val="00A25F4B"/>
    <w:rsid w:val="00A308FB"/>
    <w:rsid w:val="00A34679"/>
    <w:rsid w:val="00A40178"/>
    <w:rsid w:val="00A404F0"/>
    <w:rsid w:val="00A4105C"/>
    <w:rsid w:val="00A4290E"/>
    <w:rsid w:val="00A43DEE"/>
    <w:rsid w:val="00A4463B"/>
    <w:rsid w:val="00A51C3D"/>
    <w:rsid w:val="00A562A1"/>
    <w:rsid w:val="00A65FC9"/>
    <w:rsid w:val="00A672BE"/>
    <w:rsid w:val="00A71DC1"/>
    <w:rsid w:val="00A73226"/>
    <w:rsid w:val="00A80DCF"/>
    <w:rsid w:val="00A83B0D"/>
    <w:rsid w:val="00A844D5"/>
    <w:rsid w:val="00A849AE"/>
    <w:rsid w:val="00A85935"/>
    <w:rsid w:val="00A87FEB"/>
    <w:rsid w:val="00A913A6"/>
    <w:rsid w:val="00A92F52"/>
    <w:rsid w:val="00AA0CA7"/>
    <w:rsid w:val="00AA2F31"/>
    <w:rsid w:val="00AA3306"/>
    <w:rsid w:val="00AA37D6"/>
    <w:rsid w:val="00AA4217"/>
    <w:rsid w:val="00AB0310"/>
    <w:rsid w:val="00AB121F"/>
    <w:rsid w:val="00AB2667"/>
    <w:rsid w:val="00AB73AC"/>
    <w:rsid w:val="00AC4CA0"/>
    <w:rsid w:val="00AC6A8B"/>
    <w:rsid w:val="00AD1F4A"/>
    <w:rsid w:val="00AD4C8A"/>
    <w:rsid w:val="00AD7A2A"/>
    <w:rsid w:val="00AE1E04"/>
    <w:rsid w:val="00AE257A"/>
    <w:rsid w:val="00AE36D2"/>
    <w:rsid w:val="00AE4951"/>
    <w:rsid w:val="00B02C53"/>
    <w:rsid w:val="00B03F26"/>
    <w:rsid w:val="00B072A1"/>
    <w:rsid w:val="00B073DD"/>
    <w:rsid w:val="00B11250"/>
    <w:rsid w:val="00B140AE"/>
    <w:rsid w:val="00B14750"/>
    <w:rsid w:val="00B22F29"/>
    <w:rsid w:val="00B25895"/>
    <w:rsid w:val="00B35358"/>
    <w:rsid w:val="00B4248A"/>
    <w:rsid w:val="00B45341"/>
    <w:rsid w:val="00B460FA"/>
    <w:rsid w:val="00B47008"/>
    <w:rsid w:val="00B475E0"/>
    <w:rsid w:val="00B501CA"/>
    <w:rsid w:val="00B538EB"/>
    <w:rsid w:val="00B55011"/>
    <w:rsid w:val="00B570F5"/>
    <w:rsid w:val="00B634B2"/>
    <w:rsid w:val="00B640D5"/>
    <w:rsid w:val="00B6554B"/>
    <w:rsid w:val="00B67C47"/>
    <w:rsid w:val="00B7027A"/>
    <w:rsid w:val="00B7028A"/>
    <w:rsid w:val="00B709B0"/>
    <w:rsid w:val="00B746A6"/>
    <w:rsid w:val="00B74F5E"/>
    <w:rsid w:val="00B85BCD"/>
    <w:rsid w:val="00B87C69"/>
    <w:rsid w:val="00B94B66"/>
    <w:rsid w:val="00B95325"/>
    <w:rsid w:val="00BA12EF"/>
    <w:rsid w:val="00BA443B"/>
    <w:rsid w:val="00BA58AB"/>
    <w:rsid w:val="00BA5DD3"/>
    <w:rsid w:val="00BB096E"/>
    <w:rsid w:val="00BB11E8"/>
    <w:rsid w:val="00BB2405"/>
    <w:rsid w:val="00BB395C"/>
    <w:rsid w:val="00BB44F1"/>
    <w:rsid w:val="00BB4897"/>
    <w:rsid w:val="00BC2578"/>
    <w:rsid w:val="00BC2762"/>
    <w:rsid w:val="00BC3330"/>
    <w:rsid w:val="00BC3EC3"/>
    <w:rsid w:val="00BC5229"/>
    <w:rsid w:val="00BC5B07"/>
    <w:rsid w:val="00BC664A"/>
    <w:rsid w:val="00BC7596"/>
    <w:rsid w:val="00BD626B"/>
    <w:rsid w:val="00BD6349"/>
    <w:rsid w:val="00BD72E1"/>
    <w:rsid w:val="00BE21E4"/>
    <w:rsid w:val="00BE27E2"/>
    <w:rsid w:val="00BE72CD"/>
    <w:rsid w:val="00BE7BA7"/>
    <w:rsid w:val="00BF37BB"/>
    <w:rsid w:val="00BF640F"/>
    <w:rsid w:val="00C01107"/>
    <w:rsid w:val="00C033FC"/>
    <w:rsid w:val="00C04413"/>
    <w:rsid w:val="00C04F0F"/>
    <w:rsid w:val="00C12240"/>
    <w:rsid w:val="00C132A1"/>
    <w:rsid w:val="00C158F7"/>
    <w:rsid w:val="00C16ACD"/>
    <w:rsid w:val="00C20BE0"/>
    <w:rsid w:val="00C21025"/>
    <w:rsid w:val="00C25250"/>
    <w:rsid w:val="00C25CD4"/>
    <w:rsid w:val="00C26375"/>
    <w:rsid w:val="00C26966"/>
    <w:rsid w:val="00C30D96"/>
    <w:rsid w:val="00C37403"/>
    <w:rsid w:val="00C42108"/>
    <w:rsid w:val="00C427C6"/>
    <w:rsid w:val="00C437F9"/>
    <w:rsid w:val="00C44882"/>
    <w:rsid w:val="00C45646"/>
    <w:rsid w:val="00C507D4"/>
    <w:rsid w:val="00C50895"/>
    <w:rsid w:val="00C5274D"/>
    <w:rsid w:val="00C52DC0"/>
    <w:rsid w:val="00C54B1C"/>
    <w:rsid w:val="00C6156C"/>
    <w:rsid w:val="00C65573"/>
    <w:rsid w:val="00C66579"/>
    <w:rsid w:val="00C6763C"/>
    <w:rsid w:val="00C70CD4"/>
    <w:rsid w:val="00C72E6B"/>
    <w:rsid w:val="00C77A09"/>
    <w:rsid w:val="00C82299"/>
    <w:rsid w:val="00C82A4B"/>
    <w:rsid w:val="00C85638"/>
    <w:rsid w:val="00C866CC"/>
    <w:rsid w:val="00CA3E7F"/>
    <w:rsid w:val="00CA3ED1"/>
    <w:rsid w:val="00CA46AC"/>
    <w:rsid w:val="00CB0709"/>
    <w:rsid w:val="00CB1F12"/>
    <w:rsid w:val="00CB46A0"/>
    <w:rsid w:val="00CB6492"/>
    <w:rsid w:val="00CC0038"/>
    <w:rsid w:val="00CC57B5"/>
    <w:rsid w:val="00CD00D4"/>
    <w:rsid w:val="00CE0C4A"/>
    <w:rsid w:val="00CE10B4"/>
    <w:rsid w:val="00CE131C"/>
    <w:rsid w:val="00CE2EED"/>
    <w:rsid w:val="00CE3E75"/>
    <w:rsid w:val="00CE4C75"/>
    <w:rsid w:val="00CE6F68"/>
    <w:rsid w:val="00CE713B"/>
    <w:rsid w:val="00CE78F5"/>
    <w:rsid w:val="00CF0F57"/>
    <w:rsid w:val="00CF38EC"/>
    <w:rsid w:val="00CF540B"/>
    <w:rsid w:val="00CF588B"/>
    <w:rsid w:val="00D04C23"/>
    <w:rsid w:val="00D0671A"/>
    <w:rsid w:val="00D06A4F"/>
    <w:rsid w:val="00D10810"/>
    <w:rsid w:val="00D13726"/>
    <w:rsid w:val="00D14E62"/>
    <w:rsid w:val="00D15B2F"/>
    <w:rsid w:val="00D16A7B"/>
    <w:rsid w:val="00D210C0"/>
    <w:rsid w:val="00D21866"/>
    <w:rsid w:val="00D24565"/>
    <w:rsid w:val="00D2496B"/>
    <w:rsid w:val="00D25631"/>
    <w:rsid w:val="00D25722"/>
    <w:rsid w:val="00D26949"/>
    <w:rsid w:val="00D306BE"/>
    <w:rsid w:val="00D32CC3"/>
    <w:rsid w:val="00D44245"/>
    <w:rsid w:val="00D45BB3"/>
    <w:rsid w:val="00D47C67"/>
    <w:rsid w:val="00D512EF"/>
    <w:rsid w:val="00D5332C"/>
    <w:rsid w:val="00D56F9A"/>
    <w:rsid w:val="00D627F5"/>
    <w:rsid w:val="00D636D2"/>
    <w:rsid w:val="00D65B08"/>
    <w:rsid w:val="00D65B37"/>
    <w:rsid w:val="00D66DD7"/>
    <w:rsid w:val="00D72A70"/>
    <w:rsid w:val="00D73CBF"/>
    <w:rsid w:val="00D74DFA"/>
    <w:rsid w:val="00D80882"/>
    <w:rsid w:val="00D80EE5"/>
    <w:rsid w:val="00D81C98"/>
    <w:rsid w:val="00D82F35"/>
    <w:rsid w:val="00D830A0"/>
    <w:rsid w:val="00D9364B"/>
    <w:rsid w:val="00D950F8"/>
    <w:rsid w:val="00D97272"/>
    <w:rsid w:val="00DA2561"/>
    <w:rsid w:val="00DA4191"/>
    <w:rsid w:val="00DA60B6"/>
    <w:rsid w:val="00DA62AB"/>
    <w:rsid w:val="00DB1EF2"/>
    <w:rsid w:val="00DB4343"/>
    <w:rsid w:val="00DB491C"/>
    <w:rsid w:val="00DC0ADE"/>
    <w:rsid w:val="00DC0F17"/>
    <w:rsid w:val="00DC3107"/>
    <w:rsid w:val="00DC5E81"/>
    <w:rsid w:val="00DC6090"/>
    <w:rsid w:val="00DD0235"/>
    <w:rsid w:val="00DD23C0"/>
    <w:rsid w:val="00DD25E7"/>
    <w:rsid w:val="00DD29D4"/>
    <w:rsid w:val="00DD44F7"/>
    <w:rsid w:val="00DD4947"/>
    <w:rsid w:val="00DD4DA2"/>
    <w:rsid w:val="00DE297A"/>
    <w:rsid w:val="00DE29DB"/>
    <w:rsid w:val="00DE45AC"/>
    <w:rsid w:val="00DE4D96"/>
    <w:rsid w:val="00DE6274"/>
    <w:rsid w:val="00DE7EDB"/>
    <w:rsid w:val="00DF045B"/>
    <w:rsid w:val="00DF5235"/>
    <w:rsid w:val="00DF7571"/>
    <w:rsid w:val="00DF7E07"/>
    <w:rsid w:val="00E00142"/>
    <w:rsid w:val="00E01EC3"/>
    <w:rsid w:val="00E061EE"/>
    <w:rsid w:val="00E131CD"/>
    <w:rsid w:val="00E13F01"/>
    <w:rsid w:val="00E16508"/>
    <w:rsid w:val="00E2194A"/>
    <w:rsid w:val="00E21F50"/>
    <w:rsid w:val="00E241C4"/>
    <w:rsid w:val="00E25994"/>
    <w:rsid w:val="00E25B3D"/>
    <w:rsid w:val="00E25D5C"/>
    <w:rsid w:val="00E26F57"/>
    <w:rsid w:val="00E3086D"/>
    <w:rsid w:val="00E3227F"/>
    <w:rsid w:val="00E344B1"/>
    <w:rsid w:val="00E4052A"/>
    <w:rsid w:val="00E43A23"/>
    <w:rsid w:val="00E43D83"/>
    <w:rsid w:val="00E44BA9"/>
    <w:rsid w:val="00E44F8B"/>
    <w:rsid w:val="00E5001D"/>
    <w:rsid w:val="00E5018C"/>
    <w:rsid w:val="00E5121B"/>
    <w:rsid w:val="00E6071E"/>
    <w:rsid w:val="00E61442"/>
    <w:rsid w:val="00E617B6"/>
    <w:rsid w:val="00E62261"/>
    <w:rsid w:val="00E6395C"/>
    <w:rsid w:val="00E7092D"/>
    <w:rsid w:val="00E72BB2"/>
    <w:rsid w:val="00E734B9"/>
    <w:rsid w:val="00E73E57"/>
    <w:rsid w:val="00E75C85"/>
    <w:rsid w:val="00E801D0"/>
    <w:rsid w:val="00E82A89"/>
    <w:rsid w:val="00E87FAF"/>
    <w:rsid w:val="00E9030F"/>
    <w:rsid w:val="00E90AF1"/>
    <w:rsid w:val="00E90B66"/>
    <w:rsid w:val="00E96629"/>
    <w:rsid w:val="00EA07F4"/>
    <w:rsid w:val="00EA08D8"/>
    <w:rsid w:val="00EA1261"/>
    <w:rsid w:val="00EA12BD"/>
    <w:rsid w:val="00EA1904"/>
    <w:rsid w:val="00EA1D17"/>
    <w:rsid w:val="00EA2E11"/>
    <w:rsid w:val="00EA597D"/>
    <w:rsid w:val="00EA6EDA"/>
    <w:rsid w:val="00EB048D"/>
    <w:rsid w:val="00EB213F"/>
    <w:rsid w:val="00EB4BEC"/>
    <w:rsid w:val="00EB55F8"/>
    <w:rsid w:val="00EC1D1C"/>
    <w:rsid w:val="00EC2E61"/>
    <w:rsid w:val="00EC466D"/>
    <w:rsid w:val="00ED2814"/>
    <w:rsid w:val="00ED4AC5"/>
    <w:rsid w:val="00ED6A5F"/>
    <w:rsid w:val="00EE5AC0"/>
    <w:rsid w:val="00EE67C9"/>
    <w:rsid w:val="00EE68E7"/>
    <w:rsid w:val="00EE79DB"/>
    <w:rsid w:val="00EF3E36"/>
    <w:rsid w:val="00EF616D"/>
    <w:rsid w:val="00EF7B59"/>
    <w:rsid w:val="00F00854"/>
    <w:rsid w:val="00F018DC"/>
    <w:rsid w:val="00F030B9"/>
    <w:rsid w:val="00F04D86"/>
    <w:rsid w:val="00F104AC"/>
    <w:rsid w:val="00F12071"/>
    <w:rsid w:val="00F12788"/>
    <w:rsid w:val="00F16BB2"/>
    <w:rsid w:val="00F216E6"/>
    <w:rsid w:val="00F2491E"/>
    <w:rsid w:val="00F256D5"/>
    <w:rsid w:val="00F33706"/>
    <w:rsid w:val="00F3497C"/>
    <w:rsid w:val="00F36E7E"/>
    <w:rsid w:val="00F40445"/>
    <w:rsid w:val="00F41404"/>
    <w:rsid w:val="00F42DA9"/>
    <w:rsid w:val="00F43AB6"/>
    <w:rsid w:val="00F518A3"/>
    <w:rsid w:val="00F57719"/>
    <w:rsid w:val="00F60C1F"/>
    <w:rsid w:val="00F65EDC"/>
    <w:rsid w:val="00F66278"/>
    <w:rsid w:val="00F71545"/>
    <w:rsid w:val="00F71656"/>
    <w:rsid w:val="00F74057"/>
    <w:rsid w:val="00F75DA2"/>
    <w:rsid w:val="00F776D5"/>
    <w:rsid w:val="00F80D68"/>
    <w:rsid w:val="00F80FFC"/>
    <w:rsid w:val="00F81910"/>
    <w:rsid w:val="00F83717"/>
    <w:rsid w:val="00F87BAB"/>
    <w:rsid w:val="00F916F8"/>
    <w:rsid w:val="00F92CAB"/>
    <w:rsid w:val="00F937F1"/>
    <w:rsid w:val="00FA1149"/>
    <w:rsid w:val="00FA350C"/>
    <w:rsid w:val="00FA71DE"/>
    <w:rsid w:val="00FB1150"/>
    <w:rsid w:val="00FB3780"/>
    <w:rsid w:val="00FB627B"/>
    <w:rsid w:val="00FB746B"/>
    <w:rsid w:val="00FB746D"/>
    <w:rsid w:val="00FC3E84"/>
    <w:rsid w:val="00FC4A16"/>
    <w:rsid w:val="00FD09E3"/>
    <w:rsid w:val="00FD2551"/>
    <w:rsid w:val="00FD29D4"/>
    <w:rsid w:val="00FD550A"/>
    <w:rsid w:val="00FE2515"/>
    <w:rsid w:val="00FE41EF"/>
    <w:rsid w:val="00FE4930"/>
    <w:rsid w:val="00FE50FA"/>
    <w:rsid w:val="00FF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>
      <o:colormru v:ext="edit" colors="#fed"/>
    </o:shapedefaults>
    <o:shapelayout v:ext="edit">
      <o:idmap v:ext="edit" data="1"/>
    </o:shapelayout>
  </w:shapeDefaults>
  <w:decimalSymbol w:val=","/>
  <w:listSeparator w:val=";"/>
  <w15:docId w15:val="{1CAD71CB-BBC4-4D79-A809-246202B6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 w:qFormat="1"/>
    <w:lsdException w:name="Body Text 3" w:semiHidden="1" w:uiPriority="99" w:unhideWhenUsed="1"/>
    <w:lsdException w:name="Body Text Indent 2" w:semiHidden="1" w:uiPriority="99" w:unhideWhenUsed="1" w:qFormat="1"/>
    <w:lsdException w:name="Body Text Indent 3" w:semiHidden="1" w:uiPriority="99" w:unhideWhenUsed="1" w:qFormat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44C"/>
    <w:pPr>
      <w:spacing w:line="360" w:lineRule="auto"/>
    </w:pPr>
    <w:rPr>
      <w:sz w:val="28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AE36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9"/>
    <w:semiHidden/>
    <w:unhideWhenUsed/>
    <w:qFormat/>
    <w:rsid w:val="007846EE"/>
    <w:pPr>
      <w:keepNext/>
      <w:widowControl w:val="0"/>
      <w:tabs>
        <w:tab w:val="num" w:pos="432"/>
      </w:tabs>
      <w:spacing w:before="240" w:after="60" w:line="300" w:lineRule="auto"/>
      <w:ind w:left="432" w:hanging="432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846E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7846EE"/>
    <w:pPr>
      <w:keepNext/>
      <w:widowControl w:val="0"/>
      <w:tabs>
        <w:tab w:val="num" w:pos="432"/>
      </w:tabs>
      <w:spacing w:before="240" w:after="60" w:line="300" w:lineRule="auto"/>
      <w:ind w:left="432" w:hanging="432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7846EE"/>
    <w:pPr>
      <w:keepNext/>
      <w:spacing w:line="240" w:lineRule="auto"/>
      <w:ind w:firstLine="709"/>
      <w:jc w:val="center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AE36D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846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846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530159"/>
    <w:pPr>
      <w:keepNext/>
      <w:spacing w:line="240" w:lineRule="auto"/>
      <w:ind w:firstLine="708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qFormat/>
    <w:rsid w:val="00AE36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semiHidden/>
    <w:qFormat/>
    <w:rsid w:val="007846E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qFormat/>
    <w:rsid w:val="007846E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qFormat/>
    <w:rsid w:val="007846E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qFormat/>
    <w:rsid w:val="007846E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qFormat/>
    <w:rsid w:val="00AE36D2"/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qFormat/>
    <w:rsid w:val="007846EE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qFormat/>
    <w:rsid w:val="007846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qFormat/>
    <w:rsid w:val="00530159"/>
    <w:rPr>
      <w:b/>
      <w:bCs/>
      <w:sz w:val="28"/>
      <w:szCs w:val="24"/>
    </w:rPr>
  </w:style>
  <w:style w:type="paragraph" w:styleId="a3">
    <w:name w:val="footer"/>
    <w:aliases w:val="Знак4"/>
    <w:basedOn w:val="a"/>
    <w:link w:val="a4"/>
    <w:uiPriority w:val="99"/>
    <w:qFormat/>
    <w:rsid w:val="005301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Знак4 Знак"/>
    <w:basedOn w:val="a0"/>
    <w:link w:val="a3"/>
    <w:uiPriority w:val="99"/>
    <w:qFormat/>
    <w:rsid w:val="00530159"/>
    <w:rPr>
      <w:sz w:val="28"/>
      <w:szCs w:val="24"/>
    </w:rPr>
  </w:style>
  <w:style w:type="paragraph" w:styleId="a5">
    <w:name w:val="header"/>
    <w:link w:val="a6"/>
    <w:uiPriority w:val="99"/>
    <w:rsid w:val="00711A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qFormat/>
    <w:rsid w:val="00AE36D2"/>
    <w:rPr>
      <w:sz w:val="24"/>
      <w:szCs w:val="24"/>
    </w:rPr>
  </w:style>
  <w:style w:type="paragraph" w:customStyle="1" w:styleId="address">
    <w:name w:val="address"/>
    <w:uiPriority w:val="99"/>
    <w:qFormat/>
    <w:rsid w:val="00711A81"/>
    <w:pPr>
      <w:ind w:left="5103"/>
    </w:pPr>
    <w:rPr>
      <w:sz w:val="22"/>
      <w:szCs w:val="24"/>
    </w:rPr>
  </w:style>
  <w:style w:type="character" w:styleId="a7">
    <w:name w:val="Hyperlink"/>
    <w:basedOn w:val="a0"/>
    <w:uiPriority w:val="99"/>
    <w:qFormat/>
    <w:rsid w:val="00B460FA"/>
    <w:rPr>
      <w:color w:val="0000FF"/>
      <w:u w:val="single"/>
    </w:rPr>
  </w:style>
  <w:style w:type="paragraph" w:customStyle="1" w:styleId="addressclient">
    <w:name w:val="address_client"/>
    <w:next w:val="a"/>
    <w:uiPriority w:val="99"/>
    <w:qFormat/>
    <w:rsid w:val="007B1873"/>
    <w:pPr>
      <w:ind w:right="4820"/>
    </w:pPr>
    <w:rPr>
      <w:sz w:val="22"/>
      <w:szCs w:val="24"/>
    </w:rPr>
  </w:style>
  <w:style w:type="paragraph" w:styleId="a8">
    <w:name w:val="Body Text"/>
    <w:basedOn w:val="a"/>
    <w:link w:val="a9"/>
    <w:uiPriority w:val="99"/>
    <w:qFormat/>
    <w:rsid w:val="00530159"/>
    <w:pPr>
      <w:widowControl w:val="0"/>
      <w:tabs>
        <w:tab w:val="num" w:pos="927"/>
      </w:tabs>
      <w:spacing w:after="120" w:line="300" w:lineRule="auto"/>
      <w:ind w:left="927" w:hanging="360"/>
    </w:pPr>
    <w:rPr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qFormat/>
    <w:rsid w:val="00530159"/>
    <w:rPr>
      <w:sz w:val="22"/>
      <w:szCs w:val="22"/>
    </w:rPr>
  </w:style>
  <w:style w:type="paragraph" w:customStyle="1" w:styleId="aa">
    <w:name w:val="Содержимое таблицы"/>
    <w:basedOn w:val="a"/>
    <w:uiPriority w:val="99"/>
    <w:qFormat/>
    <w:rsid w:val="00530159"/>
    <w:pPr>
      <w:widowControl w:val="0"/>
      <w:suppressLineNumbers/>
      <w:suppressAutoHyphens/>
      <w:spacing w:line="240" w:lineRule="auto"/>
    </w:pPr>
    <w:rPr>
      <w:rFonts w:cs="Tahoma"/>
      <w:color w:val="000000"/>
      <w:sz w:val="24"/>
      <w:lang w:val="en-US" w:eastAsia="en-US"/>
    </w:rPr>
  </w:style>
  <w:style w:type="paragraph" w:customStyle="1" w:styleId="ConsPlusNormal">
    <w:name w:val="ConsPlusNormal"/>
    <w:uiPriority w:val="99"/>
    <w:qFormat/>
    <w:rsid w:val="005301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FollowedHyperlink"/>
    <w:uiPriority w:val="99"/>
    <w:rsid w:val="00530159"/>
    <w:rPr>
      <w:color w:val="800080"/>
      <w:u w:val="single"/>
    </w:rPr>
  </w:style>
  <w:style w:type="paragraph" w:customStyle="1" w:styleId="12">
    <w:name w:val="Знак Знак1"/>
    <w:basedOn w:val="a"/>
    <w:uiPriority w:val="99"/>
    <w:qFormat/>
    <w:rsid w:val="005301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qFormat/>
    <w:rsid w:val="00DC0F17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qFormat/>
    <w:rsid w:val="00AE36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AE36D2"/>
  </w:style>
  <w:style w:type="character" w:customStyle="1" w:styleId="blk">
    <w:name w:val="blk"/>
    <w:uiPriority w:val="99"/>
    <w:qFormat/>
    <w:rsid w:val="00D73CBF"/>
  </w:style>
  <w:style w:type="character" w:customStyle="1" w:styleId="ep">
    <w:name w:val="ep"/>
    <w:uiPriority w:val="99"/>
    <w:qFormat/>
    <w:rsid w:val="00D73CBF"/>
  </w:style>
  <w:style w:type="paragraph" w:customStyle="1" w:styleId="110">
    <w:name w:val="заголовок 11"/>
    <w:basedOn w:val="a"/>
    <w:next w:val="a"/>
    <w:uiPriority w:val="99"/>
    <w:qFormat/>
    <w:rsid w:val="00D73CBF"/>
    <w:pPr>
      <w:keepNext/>
      <w:spacing w:line="240" w:lineRule="auto"/>
      <w:jc w:val="center"/>
    </w:pPr>
    <w:rPr>
      <w:sz w:val="24"/>
      <w:szCs w:val="20"/>
      <w:lang w:eastAsia="ar-SA"/>
    </w:rPr>
  </w:style>
  <w:style w:type="paragraph" w:customStyle="1" w:styleId="tztxt">
    <w:name w:val="tz_txt"/>
    <w:basedOn w:val="a"/>
    <w:link w:val="tztxt0"/>
    <w:qFormat/>
    <w:rsid w:val="00D73CBF"/>
    <w:pPr>
      <w:spacing w:after="120" w:line="240" w:lineRule="auto"/>
      <w:ind w:firstLine="709"/>
      <w:jc w:val="both"/>
    </w:pPr>
    <w:rPr>
      <w:rFonts w:eastAsia="Calibri"/>
      <w:sz w:val="24"/>
    </w:rPr>
  </w:style>
  <w:style w:type="character" w:customStyle="1" w:styleId="tztxt0">
    <w:name w:val="tz_txt Знак"/>
    <w:link w:val="tztxt"/>
    <w:qFormat/>
    <w:locked/>
    <w:rsid w:val="00D73CBF"/>
    <w:rPr>
      <w:rFonts w:eastAsia="Calibri"/>
      <w:sz w:val="24"/>
      <w:szCs w:val="24"/>
    </w:rPr>
  </w:style>
  <w:style w:type="paragraph" w:styleId="ae">
    <w:name w:val="Balloon Text"/>
    <w:basedOn w:val="a"/>
    <w:link w:val="af"/>
    <w:uiPriority w:val="99"/>
    <w:qFormat/>
    <w:rsid w:val="008B123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qFormat/>
    <w:rsid w:val="008B1232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C21025"/>
    <w:pPr>
      <w:ind w:left="720"/>
      <w:contextualSpacing/>
    </w:pPr>
  </w:style>
  <w:style w:type="character" w:styleId="af1">
    <w:name w:val="Strong"/>
    <w:qFormat/>
    <w:rsid w:val="007C0117"/>
    <w:rPr>
      <w:b/>
      <w:bCs/>
    </w:rPr>
  </w:style>
  <w:style w:type="character" w:styleId="af2">
    <w:name w:val="footnote reference"/>
    <w:qFormat/>
    <w:rsid w:val="00EE79DB"/>
    <w:rPr>
      <w:vertAlign w:val="superscript"/>
    </w:rPr>
  </w:style>
  <w:style w:type="paragraph" w:styleId="af3">
    <w:name w:val="Title"/>
    <w:basedOn w:val="a"/>
    <w:link w:val="af4"/>
    <w:qFormat/>
    <w:rsid w:val="007846EE"/>
    <w:pPr>
      <w:spacing w:line="240" w:lineRule="auto"/>
      <w:jc w:val="center"/>
    </w:pPr>
  </w:style>
  <w:style w:type="character" w:customStyle="1" w:styleId="af4">
    <w:name w:val="Название Знак"/>
    <w:basedOn w:val="a0"/>
    <w:link w:val="af3"/>
    <w:qFormat/>
    <w:rsid w:val="007846EE"/>
    <w:rPr>
      <w:sz w:val="28"/>
      <w:szCs w:val="24"/>
    </w:rPr>
  </w:style>
  <w:style w:type="paragraph" w:customStyle="1" w:styleId="Style4">
    <w:name w:val="Style4"/>
    <w:basedOn w:val="a"/>
    <w:uiPriority w:val="99"/>
    <w:qFormat/>
    <w:rsid w:val="007846EE"/>
    <w:pPr>
      <w:widowControl w:val="0"/>
      <w:autoSpaceDE w:val="0"/>
      <w:autoSpaceDN w:val="0"/>
      <w:adjustRightInd w:val="0"/>
      <w:spacing w:line="474" w:lineRule="exact"/>
      <w:ind w:firstLine="701"/>
      <w:jc w:val="both"/>
    </w:pPr>
    <w:rPr>
      <w:sz w:val="24"/>
    </w:rPr>
  </w:style>
  <w:style w:type="character" w:customStyle="1" w:styleId="FontStyle28">
    <w:name w:val="Font Style28"/>
    <w:uiPriority w:val="99"/>
    <w:qFormat/>
    <w:rsid w:val="007846EE"/>
    <w:rPr>
      <w:rFonts w:ascii="Times New Roman" w:hAnsi="Times New Roman" w:cs="Times New Roman" w:hint="default"/>
      <w:color w:val="000000"/>
      <w:sz w:val="26"/>
      <w:szCs w:val="26"/>
    </w:rPr>
  </w:style>
  <w:style w:type="paragraph" w:styleId="af5">
    <w:name w:val="Normal (Web)"/>
    <w:aliases w:val="Обычный (Web)"/>
    <w:basedOn w:val="a"/>
    <w:uiPriority w:val="34"/>
    <w:unhideWhenUsed/>
    <w:qFormat/>
    <w:rsid w:val="007846EE"/>
    <w:pPr>
      <w:ind w:left="720"/>
      <w:contextualSpacing/>
    </w:pPr>
  </w:style>
  <w:style w:type="character" w:customStyle="1" w:styleId="af6">
    <w:name w:val="Текст сноски Знак"/>
    <w:basedOn w:val="a0"/>
    <w:link w:val="af7"/>
    <w:qFormat/>
    <w:locked/>
    <w:rsid w:val="007846EE"/>
    <w:rPr>
      <w:rFonts w:ascii="Gelvetsky 12pt" w:hAnsi="Gelvetsky 12pt"/>
      <w:sz w:val="24"/>
      <w:lang w:val="en-US"/>
    </w:rPr>
  </w:style>
  <w:style w:type="paragraph" w:styleId="af7">
    <w:name w:val="footnote text"/>
    <w:basedOn w:val="a"/>
    <w:link w:val="af6"/>
    <w:unhideWhenUsed/>
    <w:qFormat/>
    <w:rsid w:val="007846EE"/>
    <w:pPr>
      <w:spacing w:line="240" w:lineRule="auto"/>
    </w:pPr>
    <w:rPr>
      <w:rFonts w:ascii="Gelvetsky 12pt" w:hAnsi="Gelvetsky 12pt"/>
      <w:sz w:val="24"/>
      <w:szCs w:val="20"/>
      <w:lang w:val="en-US"/>
    </w:rPr>
  </w:style>
  <w:style w:type="character" w:customStyle="1" w:styleId="af8">
    <w:name w:val="Основной текст с отступом Знак"/>
    <w:basedOn w:val="a0"/>
    <w:link w:val="af9"/>
    <w:uiPriority w:val="99"/>
    <w:locked/>
    <w:rsid w:val="007846EE"/>
  </w:style>
  <w:style w:type="paragraph" w:styleId="af9">
    <w:name w:val="Body Text Indent"/>
    <w:basedOn w:val="a"/>
    <w:link w:val="af8"/>
    <w:uiPriority w:val="99"/>
    <w:unhideWhenUsed/>
    <w:rsid w:val="007846EE"/>
    <w:pPr>
      <w:spacing w:after="120"/>
      <w:ind w:left="283"/>
    </w:pPr>
    <w:rPr>
      <w:sz w:val="20"/>
      <w:szCs w:val="20"/>
    </w:rPr>
  </w:style>
  <w:style w:type="character" w:customStyle="1" w:styleId="afa">
    <w:name w:val="Подзаголовок Знак"/>
    <w:basedOn w:val="a0"/>
    <w:link w:val="afb"/>
    <w:uiPriority w:val="99"/>
    <w:locked/>
    <w:rsid w:val="007846EE"/>
    <w:rPr>
      <w:i/>
      <w:iCs/>
      <w:sz w:val="26"/>
    </w:rPr>
  </w:style>
  <w:style w:type="paragraph" w:styleId="afb">
    <w:name w:val="Subtitle"/>
    <w:basedOn w:val="a"/>
    <w:next w:val="a"/>
    <w:link w:val="afa"/>
    <w:uiPriority w:val="99"/>
    <w:qFormat/>
    <w:rsid w:val="007846EE"/>
    <w:pPr>
      <w:numPr>
        <w:ilvl w:val="1"/>
      </w:numPr>
      <w:spacing w:after="160"/>
    </w:pPr>
    <w:rPr>
      <w:i/>
      <w:iCs/>
      <w:sz w:val="26"/>
      <w:szCs w:val="20"/>
    </w:rPr>
  </w:style>
  <w:style w:type="character" w:customStyle="1" w:styleId="22">
    <w:name w:val="Основной текст 2 Знак"/>
    <w:basedOn w:val="a0"/>
    <w:link w:val="23"/>
    <w:uiPriority w:val="99"/>
    <w:qFormat/>
    <w:locked/>
    <w:rsid w:val="007846EE"/>
  </w:style>
  <w:style w:type="paragraph" w:styleId="23">
    <w:name w:val="Body Text 2"/>
    <w:basedOn w:val="a"/>
    <w:link w:val="22"/>
    <w:uiPriority w:val="99"/>
    <w:unhideWhenUsed/>
    <w:qFormat/>
    <w:rsid w:val="007846EE"/>
    <w:pPr>
      <w:spacing w:after="120" w:line="480" w:lineRule="auto"/>
    </w:pPr>
    <w:rPr>
      <w:sz w:val="20"/>
      <w:szCs w:val="20"/>
    </w:rPr>
  </w:style>
  <w:style w:type="character" w:customStyle="1" w:styleId="31">
    <w:name w:val="Основной текст 3 Знак"/>
    <w:basedOn w:val="a0"/>
    <w:link w:val="32"/>
    <w:uiPriority w:val="99"/>
    <w:qFormat/>
    <w:locked/>
    <w:rsid w:val="007846EE"/>
    <w:rPr>
      <w:sz w:val="16"/>
      <w:szCs w:val="16"/>
    </w:rPr>
  </w:style>
  <w:style w:type="paragraph" w:styleId="32">
    <w:name w:val="Body Text 3"/>
    <w:basedOn w:val="a"/>
    <w:link w:val="31"/>
    <w:uiPriority w:val="99"/>
    <w:unhideWhenUsed/>
    <w:rsid w:val="007846EE"/>
    <w:pPr>
      <w:spacing w:after="120"/>
    </w:pPr>
    <w:rPr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locked/>
    <w:rsid w:val="007846EE"/>
  </w:style>
  <w:style w:type="paragraph" w:styleId="25">
    <w:name w:val="Body Text Indent 2"/>
    <w:basedOn w:val="a"/>
    <w:link w:val="24"/>
    <w:uiPriority w:val="99"/>
    <w:unhideWhenUsed/>
    <w:qFormat/>
    <w:rsid w:val="007846EE"/>
    <w:pPr>
      <w:spacing w:after="120" w:line="480" w:lineRule="auto"/>
      <w:ind w:left="283"/>
    </w:pPr>
    <w:rPr>
      <w:sz w:val="20"/>
      <w:szCs w:val="20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7846EE"/>
    <w:rPr>
      <w:sz w:val="26"/>
      <w:szCs w:val="24"/>
    </w:rPr>
  </w:style>
  <w:style w:type="paragraph" w:styleId="34">
    <w:name w:val="Body Text Indent 3"/>
    <w:basedOn w:val="a"/>
    <w:link w:val="33"/>
    <w:uiPriority w:val="99"/>
    <w:unhideWhenUsed/>
    <w:qFormat/>
    <w:rsid w:val="007846EE"/>
    <w:pPr>
      <w:spacing w:after="120"/>
      <w:ind w:left="283"/>
    </w:pPr>
    <w:rPr>
      <w:sz w:val="26"/>
    </w:rPr>
  </w:style>
  <w:style w:type="paragraph" w:customStyle="1" w:styleId="Standard">
    <w:name w:val="Standard"/>
    <w:qFormat/>
    <w:rsid w:val="007846EE"/>
    <w:pPr>
      <w:widowControl w:val="0"/>
      <w:suppressAutoHyphens/>
      <w:contextualSpacing/>
    </w:pPr>
    <w:rPr>
      <w:rFonts w:eastAsia="Andale Sans UI" w:cs="Tahoma"/>
      <w:kern w:val="2"/>
      <w:sz w:val="24"/>
      <w:szCs w:val="24"/>
      <w:lang w:val="de-DE" w:eastAsia="fa-IR" w:bidi="fa-IR"/>
    </w:rPr>
  </w:style>
  <w:style w:type="paragraph" w:customStyle="1" w:styleId="Style330">
    <w:name w:val="Style330"/>
    <w:basedOn w:val="a"/>
    <w:autoRedefine/>
    <w:uiPriority w:val="34"/>
    <w:qFormat/>
    <w:rsid w:val="007846EE"/>
    <w:pPr>
      <w:spacing w:line="233" w:lineRule="exact"/>
      <w:contextualSpacing/>
      <w:jc w:val="center"/>
    </w:pPr>
    <w:rPr>
      <w:sz w:val="20"/>
      <w:szCs w:val="20"/>
    </w:rPr>
  </w:style>
  <w:style w:type="paragraph" w:customStyle="1" w:styleId="210">
    <w:name w:val="Основной текст с отступом 21"/>
    <w:basedOn w:val="a"/>
    <w:autoRedefine/>
    <w:uiPriority w:val="34"/>
    <w:qFormat/>
    <w:rsid w:val="007846EE"/>
    <w:pPr>
      <w:tabs>
        <w:tab w:val="center" w:pos="1134"/>
      </w:tabs>
      <w:suppressAutoHyphens/>
      <w:overflowPunct w:val="0"/>
      <w:autoSpaceDE w:val="0"/>
      <w:spacing w:line="240" w:lineRule="auto"/>
      <w:ind w:left="360"/>
      <w:contextualSpacing/>
      <w:jc w:val="both"/>
    </w:pPr>
    <w:rPr>
      <w:i/>
      <w:iCs/>
      <w:sz w:val="22"/>
      <w:szCs w:val="22"/>
      <w:lang w:eastAsia="ar-SA"/>
    </w:rPr>
  </w:style>
  <w:style w:type="paragraph" w:customStyle="1" w:styleId="ConsPlusTitle">
    <w:name w:val="ConsPlusTitle"/>
    <w:autoRedefine/>
    <w:uiPriority w:val="99"/>
    <w:qFormat/>
    <w:rsid w:val="007846EE"/>
    <w:pPr>
      <w:widowControl w:val="0"/>
      <w:autoSpaceDE w:val="0"/>
      <w:autoSpaceDN w:val="0"/>
      <w:contextualSpacing/>
    </w:pPr>
    <w:rPr>
      <w:rFonts w:ascii="Calibri" w:hAnsi="Calibri" w:cs="Calibri"/>
      <w:b/>
      <w:sz w:val="22"/>
    </w:rPr>
  </w:style>
  <w:style w:type="paragraph" w:customStyle="1" w:styleId="13">
    <w:name w:val="Знак Знак Знак Знак Знак Знак1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11">
    <w:name w:val="Знак Знак Знак Знак Знак Знак1 Знак Знак Знак Знак1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Обычный1"/>
    <w:autoRedefine/>
    <w:qFormat/>
    <w:rsid w:val="007846EE"/>
    <w:pPr>
      <w:widowControl w:val="0"/>
      <w:numPr>
        <w:numId w:val="5"/>
      </w:numPr>
      <w:spacing w:line="300" w:lineRule="auto"/>
      <w:contextualSpacing/>
    </w:pPr>
    <w:rPr>
      <w:sz w:val="22"/>
    </w:rPr>
  </w:style>
  <w:style w:type="character" w:customStyle="1" w:styleId="211">
    <w:name w:val="Основной текст с отступом 2 Знак1"/>
    <w:basedOn w:val="a0"/>
    <w:uiPriority w:val="99"/>
    <w:qFormat/>
    <w:rsid w:val="007846EE"/>
    <w:rPr>
      <w:sz w:val="28"/>
      <w:szCs w:val="24"/>
    </w:rPr>
  </w:style>
  <w:style w:type="character" w:customStyle="1" w:styleId="35">
    <w:name w:val="Стиль3 Знак Знак Знак"/>
    <w:link w:val="36"/>
    <w:uiPriority w:val="99"/>
    <w:qFormat/>
    <w:locked/>
    <w:rsid w:val="007846EE"/>
    <w:rPr>
      <w:sz w:val="24"/>
    </w:rPr>
  </w:style>
  <w:style w:type="paragraph" w:customStyle="1" w:styleId="36">
    <w:name w:val="Стиль3 Знак Знак"/>
    <w:basedOn w:val="25"/>
    <w:link w:val="35"/>
    <w:autoRedefine/>
    <w:uiPriority w:val="99"/>
    <w:qFormat/>
    <w:rsid w:val="007846EE"/>
    <w:pPr>
      <w:widowControl w:val="0"/>
      <w:tabs>
        <w:tab w:val="num" w:pos="227"/>
      </w:tabs>
      <w:adjustRightInd w:val="0"/>
      <w:spacing w:after="0" w:line="240" w:lineRule="auto"/>
      <w:ind w:left="360"/>
      <w:contextualSpacing/>
      <w:jc w:val="both"/>
    </w:pPr>
    <w:rPr>
      <w:sz w:val="24"/>
    </w:rPr>
  </w:style>
  <w:style w:type="paragraph" w:customStyle="1" w:styleId="2-11">
    <w:name w:val="содержание2-11"/>
    <w:basedOn w:val="a"/>
    <w:autoRedefine/>
    <w:uiPriority w:val="99"/>
    <w:qFormat/>
    <w:rsid w:val="007846EE"/>
    <w:pPr>
      <w:spacing w:after="60" w:line="240" w:lineRule="auto"/>
      <w:contextualSpacing/>
      <w:jc w:val="both"/>
    </w:pPr>
    <w:rPr>
      <w:sz w:val="24"/>
    </w:rPr>
  </w:style>
  <w:style w:type="paragraph" w:customStyle="1" w:styleId="37">
    <w:name w:val="Стиль3"/>
    <w:basedOn w:val="25"/>
    <w:autoRedefine/>
    <w:uiPriority w:val="99"/>
    <w:qFormat/>
    <w:rsid w:val="007846EE"/>
    <w:pPr>
      <w:widowControl w:val="0"/>
      <w:tabs>
        <w:tab w:val="num" w:pos="1307"/>
      </w:tabs>
      <w:adjustRightInd w:val="0"/>
      <w:spacing w:after="0" w:line="240" w:lineRule="auto"/>
      <w:ind w:left="1080"/>
      <w:contextualSpacing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afc">
    <w:name w:val="формула"/>
    <w:basedOn w:val="a"/>
    <w:autoRedefine/>
    <w:uiPriority w:val="99"/>
    <w:qFormat/>
    <w:rsid w:val="007846EE"/>
    <w:pPr>
      <w:keepLines/>
      <w:widowControl w:val="0"/>
      <w:spacing w:before="120" w:line="240" w:lineRule="auto"/>
      <w:ind w:firstLine="357"/>
      <w:contextualSpacing/>
      <w:jc w:val="center"/>
      <w:outlineLvl w:val="1"/>
    </w:pPr>
    <w:rPr>
      <w:i/>
      <w:spacing w:val="-2"/>
      <w:sz w:val="22"/>
      <w:szCs w:val="22"/>
    </w:rPr>
  </w:style>
  <w:style w:type="paragraph" w:customStyle="1" w:styleId="14">
    <w:name w:val="Стиль1"/>
    <w:basedOn w:val="a"/>
    <w:autoRedefine/>
    <w:uiPriority w:val="99"/>
    <w:qFormat/>
    <w:rsid w:val="007846EE"/>
    <w:pPr>
      <w:keepNext/>
      <w:keepLines/>
      <w:widowControl w:val="0"/>
      <w:suppressLineNumbers/>
      <w:tabs>
        <w:tab w:val="num" w:pos="432"/>
      </w:tabs>
      <w:suppressAutoHyphens/>
      <w:spacing w:before="120" w:line="240" w:lineRule="auto"/>
      <w:ind w:left="432" w:hanging="432"/>
      <w:contextualSpacing/>
    </w:pPr>
    <w:rPr>
      <w:b/>
    </w:rPr>
  </w:style>
  <w:style w:type="paragraph" w:styleId="2">
    <w:name w:val="List Number 2"/>
    <w:basedOn w:val="a"/>
    <w:uiPriority w:val="99"/>
    <w:unhideWhenUsed/>
    <w:qFormat/>
    <w:rsid w:val="007846EE"/>
    <w:pPr>
      <w:numPr>
        <w:numId w:val="2"/>
      </w:numPr>
      <w:contextualSpacing/>
    </w:pPr>
  </w:style>
  <w:style w:type="paragraph" w:customStyle="1" w:styleId="26">
    <w:name w:val="Стиль2"/>
    <w:basedOn w:val="2"/>
    <w:autoRedefine/>
    <w:uiPriority w:val="99"/>
    <w:qFormat/>
    <w:rsid w:val="007846EE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before="120" w:line="240" w:lineRule="auto"/>
      <w:ind w:left="576" w:hanging="576"/>
      <w:jc w:val="both"/>
    </w:pPr>
    <w:rPr>
      <w:b/>
      <w:sz w:val="24"/>
      <w:szCs w:val="20"/>
    </w:rPr>
  </w:style>
  <w:style w:type="paragraph" w:customStyle="1" w:styleId="PlainText1">
    <w:name w:val="Plain Text1"/>
    <w:basedOn w:val="a"/>
    <w:autoRedefine/>
    <w:uiPriority w:val="99"/>
    <w:qFormat/>
    <w:rsid w:val="007846EE"/>
    <w:pPr>
      <w:ind w:firstLine="720"/>
      <w:contextualSpacing/>
      <w:jc w:val="both"/>
    </w:pPr>
    <w:rPr>
      <w:szCs w:val="20"/>
    </w:rPr>
  </w:style>
  <w:style w:type="paragraph" w:customStyle="1" w:styleId="afd">
    <w:name w:val="ë‡žÖ’žŽ"/>
    <w:autoRedefine/>
    <w:uiPriority w:val="99"/>
    <w:qFormat/>
    <w:rsid w:val="007846EE"/>
    <w:pPr>
      <w:widowControl w:val="0"/>
      <w:contextualSpacing/>
    </w:pPr>
    <w:rPr>
      <w:lang w:val="de-DE"/>
    </w:rPr>
  </w:style>
  <w:style w:type="paragraph" w:customStyle="1" w:styleId="15">
    <w:name w:val="Знак Знак Знак Знак Знак Знак1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30">
    <w:name w:val="Обычный + 13 пт"/>
    <w:aliases w:val="По ширине,Слева:  0 см,Первая строка:  1,25 см,Междустр.и..."/>
    <w:basedOn w:val="a"/>
    <w:autoRedefine/>
    <w:uiPriority w:val="99"/>
    <w:qFormat/>
    <w:rsid w:val="007846EE"/>
    <w:pPr>
      <w:widowControl w:val="0"/>
      <w:tabs>
        <w:tab w:val="left" w:pos="921"/>
      </w:tabs>
      <w:autoSpaceDE w:val="0"/>
      <w:autoSpaceDN w:val="0"/>
      <w:adjustRightInd w:val="0"/>
      <w:spacing w:line="240" w:lineRule="auto"/>
      <w:ind w:right="-42"/>
      <w:contextualSpacing/>
      <w:jc w:val="both"/>
    </w:pPr>
    <w:rPr>
      <w:rFonts w:ascii="Times New Roman CYR" w:hAnsi="Times New Roman CYR" w:cs="Times New Roman CYR"/>
      <w:sz w:val="24"/>
    </w:rPr>
  </w:style>
  <w:style w:type="paragraph" w:customStyle="1" w:styleId="oaenoniinee">
    <w:name w:val="oaeno niinee"/>
    <w:basedOn w:val="a"/>
    <w:autoRedefine/>
    <w:uiPriority w:val="99"/>
    <w:qFormat/>
    <w:rsid w:val="007846EE"/>
    <w:pPr>
      <w:widowControl w:val="0"/>
      <w:overflowPunct w:val="0"/>
      <w:autoSpaceDE w:val="0"/>
      <w:autoSpaceDN w:val="0"/>
      <w:adjustRightInd w:val="0"/>
      <w:spacing w:line="240" w:lineRule="auto"/>
      <w:contextualSpacing/>
    </w:pPr>
    <w:rPr>
      <w:rFonts w:ascii="Gelvetsky 12pt" w:hAnsi="Gelvetsky 12pt" w:cs="Gelvetsky 12pt"/>
      <w:sz w:val="24"/>
      <w:lang w:val="en-US"/>
    </w:rPr>
  </w:style>
  <w:style w:type="paragraph" w:customStyle="1" w:styleId="caaieiaie11">
    <w:name w:val="caaieiaie 11"/>
    <w:basedOn w:val="a"/>
    <w:next w:val="a"/>
    <w:autoRedefine/>
    <w:uiPriority w:val="99"/>
    <w:qFormat/>
    <w:rsid w:val="007846EE"/>
    <w:pPr>
      <w:keepNext/>
      <w:overflowPunct w:val="0"/>
      <w:autoSpaceDE w:val="0"/>
      <w:autoSpaceDN w:val="0"/>
      <w:adjustRightInd w:val="0"/>
      <w:spacing w:line="240" w:lineRule="auto"/>
      <w:contextualSpacing/>
      <w:jc w:val="center"/>
    </w:pPr>
    <w:rPr>
      <w:sz w:val="24"/>
    </w:rPr>
  </w:style>
  <w:style w:type="paragraph" w:customStyle="1" w:styleId="310">
    <w:name w:val="Основной текст с отступом 31"/>
    <w:basedOn w:val="a"/>
    <w:autoRedefine/>
    <w:uiPriority w:val="99"/>
    <w:qFormat/>
    <w:rsid w:val="007846EE"/>
    <w:pPr>
      <w:tabs>
        <w:tab w:val="left" w:pos="0"/>
        <w:tab w:val="left" w:pos="1418"/>
      </w:tabs>
      <w:suppressAutoHyphens/>
      <w:spacing w:line="240" w:lineRule="auto"/>
      <w:ind w:firstLine="709"/>
      <w:contextualSpacing/>
      <w:jc w:val="both"/>
    </w:pPr>
    <w:rPr>
      <w:sz w:val="24"/>
      <w:szCs w:val="20"/>
    </w:rPr>
  </w:style>
  <w:style w:type="paragraph" w:customStyle="1" w:styleId="afe">
    <w:name w:val="Абзац нумерованный"/>
    <w:basedOn w:val="a"/>
    <w:autoRedefine/>
    <w:uiPriority w:val="99"/>
    <w:qFormat/>
    <w:rsid w:val="007846EE"/>
    <w:pPr>
      <w:widowControl w:val="0"/>
      <w:suppressAutoHyphens/>
      <w:spacing w:line="100" w:lineRule="atLeast"/>
      <w:contextualSpacing/>
      <w:jc w:val="both"/>
    </w:pPr>
    <w:rPr>
      <w:rFonts w:cs="Tahoma"/>
      <w:color w:val="000000"/>
      <w:sz w:val="24"/>
      <w:szCs w:val="20"/>
      <w:lang w:eastAsia="en-US"/>
    </w:rPr>
  </w:style>
  <w:style w:type="paragraph" w:customStyle="1" w:styleId="38">
    <w:name w:val="Знак Знак3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02statia2">
    <w:name w:val="02statia2"/>
    <w:basedOn w:val="a"/>
    <w:autoRedefine/>
    <w:uiPriority w:val="99"/>
    <w:qFormat/>
    <w:rsid w:val="007846EE"/>
    <w:pPr>
      <w:numPr>
        <w:ilvl w:val="3"/>
        <w:numId w:val="7"/>
      </w:numPr>
      <w:suppressAutoHyphens/>
      <w:spacing w:before="120" w:line="320" w:lineRule="atLeast"/>
      <w:ind w:left="2020" w:hanging="880"/>
      <w:contextualSpacing/>
      <w:jc w:val="both"/>
    </w:pPr>
    <w:rPr>
      <w:rFonts w:ascii="GaramondNarrowC" w:hAnsi="GaramondNarrowC"/>
      <w:color w:val="000000"/>
      <w:sz w:val="21"/>
      <w:szCs w:val="21"/>
      <w:lang w:eastAsia="ar-SA"/>
    </w:rPr>
  </w:style>
  <w:style w:type="paragraph" w:customStyle="1" w:styleId="aff">
    <w:name w:val="Подподпункт"/>
    <w:basedOn w:val="a"/>
    <w:autoRedefine/>
    <w:uiPriority w:val="99"/>
    <w:qFormat/>
    <w:rsid w:val="007846EE"/>
    <w:pPr>
      <w:tabs>
        <w:tab w:val="num" w:pos="1701"/>
      </w:tabs>
      <w:spacing w:line="240" w:lineRule="auto"/>
      <w:ind w:left="1701" w:hanging="567"/>
      <w:contextualSpacing/>
      <w:jc w:val="both"/>
    </w:pPr>
    <w:rPr>
      <w:szCs w:val="28"/>
    </w:rPr>
  </w:style>
  <w:style w:type="paragraph" w:customStyle="1" w:styleId="aff0">
    <w:name w:val="Пункт"/>
    <w:basedOn w:val="a"/>
    <w:autoRedefine/>
    <w:uiPriority w:val="99"/>
    <w:qFormat/>
    <w:rsid w:val="007846EE"/>
    <w:pPr>
      <w:tabs>
        <w:tab w:val="num" w:pos="851"/>
      </w:tabs>
      <w:spacing w:line="240" w:lineRule="auto"/>
      <w:ind w:left="851" w:hanging="851"/>
      <w:contextualSpacing/>
      <w:jc w:val="both"/>
    </w:pPr>
    <w:rPr>
      <w:szCs w:val="28"/>
    </w:rPr>
  </w:style>
  <w:style w:type="paragraph" w:customStyle="1" w:styleId="-0">
    <w:name w:val="Контракт-пункт"/>
    <w:basedOn w:val="a"/>
    <w:autoRedefine/>
    <w:uiPriority w:val="99"/>
    <w:qFormat/>
    <w:rsid w:val="007846EE"/>
    <w:pPr>
      <w:tabs>
        <w:tab w:val="num" w:pos="2471"/>
      </w:tabs>
      <w:spacing w:line="240" w:lineRule="auto"/>
      <w:ind w:left="2471" w:hanging="851"/>
      <w:contextualSpacing/>
      <w:jc w:val="both"/>
    </w:pPr>
    <w:rPr>
      <w:szCs w:val="28"/>
    </w:rPr>
  </w:style>
  <w:style w:type="paragraph" w:customStyle="1" w:styleId="-1">
    <w:name w:val="Контракт-раздел"/>
    <w:basedOn w:val="a"/>
    <w:next w:val="-0"/>
    <w:autoRedefine/>
    <w:uiPriority w:val="99"/>
    <w:qFormat/>
    <w:rsid w:val="007846EE"/>
    <w:pPr>
      <w:keepNext/>
      <w:tabs>
        <w:tab w:val="num" w:pos="0"/>
        <w:tab w:val="left" w:pos="540"/>
      </w:tabs>
      <w:suppressAutoHyphens/>
      <w:spacing w:before="360" w:after="120" w:line="240" w:lineRule="auto"/>
      <w:contextualSpacing/>
      <w:jc w:val="center"/>
      <w:outlineLvl w:val="3"/>
    </w:pPr>
    <w:rPr>
      <w:b/>
      <w:bCs/>
      <w:caps/>
      <w:smallCaps/>
      <w:szCs w:val="28"/>
    </w:rPr>
  </w:style>
  <w:style w:type="paragraph" w:customStyle="1" w:styleId="-2">
    <w:name w:val="Контракт-подпункт"/>
    <w:basedOn w:val="a"/>
    <w:autoRedefine/>
    <w:uiPriority w:val="99"/>
    <w:qFormat/>
    <w:rsid w:val="007846EE"/>
    <w:pPr>
      <w:tabs>
        <w:tab w:val="num" w:pos="851"/>
      </w:tabs>
      <w:spacing w:line="240" w:lineRule="auto"/>
      <w:ind w:left="851" w:hanging="851"/>
      <w:contextualSpacing/>
      <w:jc w:val="both"/>
    </w:pPr>
    <w:rPr>
      <w:szCs w:val="28"/>
    </w:rPr>
  </w:style>
  <w:style w:type="paragraph" w:customStyle="1" w:styleId="-">
    <w:name w:val="Контракт-подподпункт"/>
    <w:basedOn w:val="a"/>
    <w:autoRedefine/>
    <w:uiPriority w:val="99"/>
    <w:qFormat/>
    <w:rsid w:val="007846EE"/>
    <w:pPr>
      <w:numPr>
        <w:numId w:val="6"/>
      </w:numPr>
      <w:spacing w:line="240" w:lineRule="auto"/>
      <w:contextualSpacing/>
      <w:jc w:val="both"/>
    </w:pPr>
    <w:rPr>
      <w:szCs w:val="28"/>
    </w:rPr>
  </w:style>
  <w:style w:type="paragraph" w:customStyle="1" w:styleId="aff1">
    <w:name w:val="Знак Знак Знак Знак Знак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 Знак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 Знак Знак Знак Знак Знак Знак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aff7">
    <w:name w:val="Знак Знак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 Знак Знак Знак1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02statia1">
    <w:name w:val="02statia1"/>
    <w:basedOn w:val="a"/>
    <w:autoRedefine/>
    <w:uiPriority w:val="99"/>
    <w:qFormat/>
    <w:rsid w:val="007846EE"/>
    <w:pPr>
      <w:keepNext/>
      <w:spacing w:before="280" w:line="320" w:lineRule="atLeast"/>
      <w:ind w:left="1134" w:right="851" w:hanging="578"/>
      <w:contextualSpacing/>
      <w:outlineLvl w:val="2"/>
    </w:pPr>
    <w:rPr>
      <w:rFonts w:ascii="GaramondNarrowC" w:hAnsi="GaramondNarrowC"/>
      <w:b/>
      <w:szCs w:val="28"/>
    </w:rPr>
  </w:style>
  <w:style w:type="paragraph" w:customStyle="1" w:styleId="aff9">
    <w:name w:val="Обычный.Нормальный абзац"/>
    <w:autoRedefine/>
    <w:uiPriority w:val="99"/>
    <w:qFormat/>
    <w:rsid w:val="007846EE"/>
    <w:pPr>
      <w:widowControl w:val="0"/>
      <w:suppressAutoHyphens/>
      <w:autoSpaceDE w:val="0"/>
      <w:ind w:firstLine="709"/>
      <w:contextualSpacing/>
      <w:jc w:val="both"/>
    </w:pPr>
    <w:rPr>
      <w:sz w:val="24"/>
      <w:szCs w:val="24"/>
      <w:lang w:eastAsia="ar-SA"/>
    </w:rPr>
  </w:style>
  <w:style w:type="paragraph" w:customStyle="1" w:styleId="17">
    <w:name w:val="Знак Знак Знак Знак Знак Знак1 Знак Знак Знак Знак Знак Знак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8">
    <w:name w:val="Знак Знак Знак Знак Знак Знак1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27">
    <w:name w:val="Знак2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9">
    <w:name w:val="Знак Знак Знак Знак Знак Знак1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Знак1"/>
    <w:basedOn w:val="a"/>
    <w:autoRedefine/>
    <w:uiPriority w:val="99"/>
    <w:qFormat/>
    <w:rsid w:val="007846EE"/>
    <w:pPr>
      <w:spacing w:before="100" w:beforeAutospacing="1" w:after="100" w:afterAutospacing="1" w:line="240" w:lineRule="auto"/>
      <w:contextualSpacing/>
    </w:pPr>
    <w:rPr>
      <w:rFonts w:ascii="Tahoma" w:hAnsi="Tahoma"/>
      <w:sz w:val="20"/>
      <w:szCs w:val="20"/>
      <w:lang w:val="en-US" w:eastAsia="en-US"/>
    </w:rPr>
  </w:style>
  <w:style w:type="paragraph" w:customStyle="1" w:styleId="112">
    <w:name w:val="Знак Знак Знак Знак Знак Знак1 Знак Знак Знак1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b">
    <w:name w:val="Знак Знак Знак Знак Знак Знак1 Знак Знак Знак Знак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autoRedefine/>
    <w:uiPriority w:val="99"/>
    <w:qFormat/>
    <w:rsid w:val="007846EE"/>
    <w:pPr>
      <w:autoSpaceDE w:val="0"/>
      <w:autoSpaceDN w:val="0"/>
      <w:adjustRightInd w:val="0"/>
      <w:contextualSpacing/>
    </w:pPr>
    <w:rPr>
      <w:color w:val="000000"/>
      <w:sz w:val="24"/>
      <w:szCs w:val="24"/>
    </w:rPr>
  </w:style>
  <w:style w:type="paragraph" w:customStyle="1" w:styleId="1c">
    <w:name w:val="Знак Знак Знак Знак Знак Знак1 Знак Знак Знак Знак Знак Знак Знак Знак Знак Знак Знак Знак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d">
    <w:name w:val="Знак Знак Знак Знак Знак Знак1 Знак Знак Знак Знак Знак Знак Знак Знак Знак Знак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e">
    <w:name w:val="Знак Знак1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20">
    <w:name w:val="Знак Знак1 Знак Знак2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1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13">
    <w:name w:val="Знак Знак1 Знак Знак1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14">
    <w:name w:val="Знак Знак Знак Знак Знак Знак1 Знак Знак Знак Знак Знак Знак Знак Знак Знак Знак Знак1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15">
    <w:name w:val="Знак Знак Знак Знак Знак Знак1 Знак Знак Знак Знак Знак Знак Знак Знак Знак Знак Знак Знак Знак Знак Знак1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f0">
    <w:name w:val="Знак Знак Знак Знак Знак Знак1 Знак Знак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120">
    <w:name w:val="Знак Знак Знак Знак Знак Знак1 Знак Знак Знак Знак Знак Знак Знак Знак Знак Знак Знак12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autoRedefine/>
    <w:uiPriority w:val="99"/>
    <w:qFormat/>
    <w:rsid w:val="007846EE"/>
    <w:pPr>
      <w:widowControl w:val="0"/>
      <w:autoSpaceDE w:val="0"/>
      <w:autoSpaceDN w:val="0"/>
      <w:adjustRightInd w:val="0"/>
      <w:ind w:right="19772"/>
      <w:contextualSpacing/>
    </w:pPr>
    <w:rPr>
      <w:rFonts w:ascii="Courier New" w:hAnsi="Courier New" w:cs="Courier New"/>
    </w:rPr>
  </w:style>
  <w:style w:type="paragraph" w:customStyle="1" w:styleId="121">
    <w:name w:val="Знак Знак Знак Знак Знак Знак1 Знак Знак Знак Знак Знак Знак Знак Знак Знак Знак Знак2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f1">
    <w:name w:val="Знак Знак Знак Знак Знак Знак1 Знак Знак Знак Знак Знак Знак Знак Знак Знак Знак Знак Знак Знак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autoRedefine/>
    <w:uiPriority w:val="99"/>
    <w:qFormat/>
    <w:rsid w:val="007846EE"/>
    <w:pPr>
      <w:spacing w:line="240" w:lineRule="auto"/>
      <w:ind w:left="120" w:right="120" w:firstLine="150"/>
      <w:contextualSpacing/>
    </w:pPr>
    <w:rPr>
      <w:rFonts w:ascii="Tahoma" w:hAnsi="Tahoma" w:cs="Tahoma"/>
      <w:sz w:val="18"/>
      <w:szCs w:val="18"/>
    </w:rPr>
  </w:style>
  <w:style w:type="paragraph" w:customStyle="1" w:styleId="28">
    <w:name w:val="Обычный2"/>
    <w:autoRedefine/>
    <w:uiPriority w:val="99"/>
    <w:qFormat/>
    <w:rsid w:val="007846EE"/>
    <w:pPr>
      <w:widowControl w:val="0"/>
      <w:tabs>
        <w:tab w:val="num" w:pos="432"/>
      </w:tabs>
      <w:spacing w:line="300" w:lineRule="auto"/>
      <w:ind w:left="432" w:hanging="432"/>
      <w:contextualSpacing/>
    </w:pPr>
    <w:rPr>
      <w:sz w:val="22"/>
    </w:rPr>
  </w:style>
  <w:style w:type="paragraph" w:customStyle="1" w:styleId="1110">
    <w:name w:val="Знак Знак Знак Знак Знак Знак1 Знак Знак Знак Знак Знак Знак Знак Знак Знак Знак Знак11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autoRedefine/>
    <w:uiPriority w:val="99"/>
    <w:qFormat/>
    <w:rsid w:val="007846EE"/>
    <w:pPr>
      <w:spacing w:before="100" w:after="100" w:line="240" w:lineRule="auto"/>
      <w:contextualSpacing/>
    </w:pPr>
    <w:rPr>
      <w:sz w:val="24"/>
      <w:szCs w:val="20"/>
    </w:rPr>
  </w:style>
  <w:style w:type="paragraph" w:customStyle="1" w:styleId="116">
    <w:name w:val="Знак Знак Знак Знак Знак Знак1 Знак Знак Знак Знак Знак Знак Знак Знак Знак Знак Знак Знак Знак1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29">
    <w:name w:val="Знак Знак Знак Знак2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39">
    <w:name w:val="Знак Знак Знак Знак3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paragraph" w:customStyle="1" w:styleId="1f2">
    <w:name w:val="Знак Знак Знак Знак Знак Знак1"/>
    <w:basedOn w:val="a"/>
    <w:autoRedefine/>
    <w:uiPriority w:val="99"/>
    <w:qFormat/>
    <w:rsid w:val="007846EE"/>
    <w:pPr>
      <w:spacing w:after="160" w:line="240" w:lineRule="exact"/>
      <w:contextualSpacing/>
    </w:pPr>
    <w:rPr>
      <w:rFonts w:ascii="Verdana" w:hAnsi="Verdana"/>
      <w:sz w:val="20"/>
      <w:szCs w:val="20"/>
      <w:lang w:val="en-US" w:eastAsia="en-US"/>
    </w:rPr>
  </w:style>
  <w:style w:type="character" w:customStyle="1" w:styleId="91">
    <w:name w:val="Заголовок 9 Знак1"/>
    <w:basedOn w:val="a0"/>
    <w:uiPriority w:val="99"/>
    <w:semiHidden/>
    <w:rsid w:val="007846EE"/>
    <w:rPr>
      <w:rFonts w:asciiTheme="majorHAnsi" w:eastAsiaTheme="majorEastAsia" w:hAnsiTheme="majorHAnsi" w:cstheme="majorBidi" w:hint="default"/>
      <w:i/>
      <w:iCs/>
      <w:color w:val="272727" w:themeColor="text1" w:themeTint="D8"/>
      <w:sz w:val="21"/>
      <w:szCs w:val="21"/>
      <w:lang w:eastAsia="ru-RU"/>
    </w:rPr>
  </w:style>
  <w:style w:type="character" w:customStyle="1" w:styleId="1f3">
    <w:name w:val="Название Знак1"/>
    <w:basedOn w:val="a0"/>
    <w:qFormat/>
    <w:rsid w:val="00784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4">
    <w:name w:val="Текст сноски Знак1"/>
    <w:basedOn w:val="a0"/>
    <w:qFormat/>
    <w:rsid w:val="007846EE"/>
  </w:style>
  <w:style w:type="character" w:customStyle="1" w:styleId="1f5">
    <w:name w:val="Основной текст с отступом Знак1"/>
    <w:basedOn w:val="a0"/>
    <w:uiPriority w:val="99"/>
    <w:qFormat/>
    <w:rsid w:val="007846EE"/>
    <w:rPr>
      <w:sz w:val="28"/>
      <w:szCs w:val="24"/>
    </w:rPr>
  </w:style>
  <w:style w:type="character" w:customStyle="1" w:styleId="1f6">
    <w:name w:val="Подзаголовок Знак1"/>
    <w:basedOn w:val="a0"/>
    <w:uiPriority w:val="99"/>
    <w:rsid w:val="007846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212">
    <w:name w:val="Основной текст 2 Знак1"/>
    <w:basedOn w:val="a0"/>
    <w:uiPriority w:val="99"/>
    <w:qFormat/>
    <w:rsid w:val="007846EE"/>
    <w:rPr>
      <w:sz w:val="28"/>
      <w:szCs w:val="24"/>
    </w:rPr>
  </w:style>
  <w:style w:type="character" w:customStyle="1" w:styleId="311">
    <w:name w:val="Основной текст 3 Знак1"/>
    <w:basedOn w:val="a0"/>
    <w:uiPriority w:val="99"/>
    <w:qFormat/>
    <w:rsid w:val="007846EE"/>
    <w:rPr>
      <w:sz w:val="16"/>
      <w:szCs w:val="16"/>
    </w:rPr>
  </w:style>
  <w:style w:type="character" w:customStyle="1" w:styleId="312">
    <w:name w:val="Основной текст с отступом 3 Знак1"/>
    <w:basedOn w:val="a0"/>
    <w:uiPriority w:val="99"/>
    <w:qFormat/>
    <w:rsid w:val="007846EE"/>
    <w:rPr>
      <w:sz w:val="16"/>
      <w:szCs w:val="16"/>
    </w:rPr>
  </w:style>
  <w:style w:type="character" w:customStyle="1" w:styleId="FontStyle27">
    <w:name w:val="Font Style27"/>
    <w:uiPriority w:val="99"/>
    <w:qFormat/>
    <w:rsid w:val="007846EE"/>
    <w:rPr>
      <w:rFonts w:ascii="Times New Roman" w:hAnsi="Times New Roman" w:cs="Times New Roman" w:hint="default"/>
      <w:b/>
      <w:bCs w:val="0"/>
      <w:color w:val="000000"/>
      <w:sz w:val="26"/>
    </w:rPr>
  </w:style>
  <w:style w:type="character" w:customStyle="1" w:styleId="apple-converted-space">
    <w:name w:val="apple-converted-space"/>
    <w:basedOn w:val="a0"/>
    <w:qFormat/>
    <w:rsid w:val="007846EE"/>
  </w:style>
  <w:style w:type="character" w:customStyle="1" w:styleId="1f7">
    <w:name w:val="Основной шрифт абзаца1"/>
    <w:uiPriority w:val="99"/>
    <w:qFormat/>
    <w:rsid w:val="007846EE"/>
  </w:style>
  <w:style w:type="character" w:customStyle="1" w:styleId="postbody">
    <w:name w:val="postbody"/>
    <w:uiPriority w:val="99"/>
    <w:qFormat/>
    <w:rsid w:val="007846EE"/>
    <w:rPr>
      <w:rFonts w:ascii="Times New Roman" w:hAnsi="Times New Roman" w:cs="Times New Roman" w:hint="default"/>
    </w:rPr>
  </w:style>
  <w:style w:type="character" w:customStyle="1" w:styleId="WW8Num19z0">
    <w:name w:val="WW8Num19z0"/>
    <w:uiPriority w:val="99"/>
    <w:qFormat/>
    <w:rsid w:val="007846EE"/>
    <w:rPr>
      <w:b/>
      <w:bCs w:val="0"/>
    </w:rPr>
  </w:style>
  <w:style w:type="character" w:customStyle="1" w:styleId="f">
    <w:name w:val="f"/>
    <w:uiPriority w:val="99"/>
    <w:qFormat/>
    <w:rsid w:val="007846EE"/>
  </w:style>
  <w:style w:type="character" w:customStyle="1" w:styleId="r">
    <w:name w:val="r"/>
    <w:uiPriority w:val="99"/>
    <w:qFormat/>
    <w:rsid w:val="007846EE"/>
  </w:style>
  <w:style w:type="character" w:customStyle="1" w:styleId="iceouttxt5">
    <w:name w:val="iceouttxt5"/>
    <w:uiPriority w:val="99"/>
    <w:qFormat/>
    <w:rsid w:val="007846EE"/>
    <w:rPr>
      <w:rFonts w:ascii="Arial" w:hAnsi="Arial" w:cs="Arial" w:hint="default"/>
      <w:color w:val="666666"/>
      <w:sz w:val="17"/>
    </w:rPr>
  </w:style>
  <w:style w:type="character" w:customStyle="1" w:styleId="41">
    <w:name w:val="Знак4 Знак Знак"/>
    <w:uiPriority w:val="99"/>
    <w:qFormat/>
    <w:rsid w:val="007846EE"/>
    <w:rPr>
      <w:lang w:val="ru-RU" w:eastAsia="ru-RU"/>
    </w:rPr>
  </w:style>
  <w:style w:type="character" w:customStyle="1" w:styleId="ng-binding">
    <w:name w:val="ng-binding"/>
    <w:rsid w:val="000A3BDD"/>
  </w:style>
  <w:style w:type="paragraph" w:customStyle="1" w:styleId="Style1">
    <w:name w:val="Style1"/>
    <w:basedOn w:val="a"/>
    <w:uiPriority w:val="99"/>
    <w:qFormat/>
    <w:rsid w:val="00D82F35"/>
    <w:pPr>
      <w:widowControl w:val="0"/>
      <w:autoSpaceDE w:val="0"/>
      <w:autoSpaceDN w:val="0"/>
      <w:adjustRightInd w:val="0"/>
      <w:spacing w:line="240" w:lineRule="auto"/>
      <w:contextualSpacing/>
    </w:pPr>
    <w:rPr>
      <w:sz w:val="24"/>
    </w:rPr>
  </w:style>
  <w:style w:type="paragraph" w:styleId="affa">
    <w:name w:val="List Number"/>
    <w:basedOn w:val="a"/>
    <w:uiPriority w:val="99"/>
    <w:unhideWhenUsed/>
    <w:qFormat/>
    <w:rsid w:val="00D82F35"/>
    <w:pPr>
      <w:tabs>
        <w:tab w:val="num" w:pos="360"/>
      </w:tabs>
      <w:ind w:left="360" w:hanging="360"/>
      <w:contextualSpacing/>
    </w:pPr>
  </w:style>
  <w:style w:type="paragraph" w:customStyle="1" w:styleId="42">
    <w:name w:val="Знак Знак Знак Знак4"/>
    <w:basedOn w:val="a"/>
    <w:qFormat/>
    <w:rsid w:val="00335E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.mayakovskij.56\Desktop\&#1101;&#1082;&#1089;&#1087;&#1077;&#1088;&#1080;&#1084;&#1077;&#1085;&#1090;\WindowsApp1\WindowsApp1\bin\Debug\222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24B64-8C1B-41AE-A9A8-8153EE3EB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222</Template>
  <TotalTime>1</TotalTime>
  <Pages>3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</vt:lpstr>
    </vt:vector>
  </TitlesOfParts>
  <Company>ELCO</Company>
  <LinksUpToDate>false</LinksUpToDate>
  <CharactersWithSpaces>7834</CharactersWithSpaces>
  <SharedDoc>false</SharedDoc>
  <HLinks>
    <vt:vector size="12" baseType="variant">
      <vt:variant>
        <vt:i4>1900557</vt:i4>
      </vt:variant>
      <vt:variant>
        <vt:i4>3</vt:i4>
      </vt:variant>
      <vt:variant>
        <vt:i4>0</vt:i4>
      </vt:variant>
      <vt:variant>
        <vt:i4>5</vt:i4>
      </vt:variant>
      <vt:variant>
        <vt:lpwstr>http://www.mercu.su/</vt:lpwstr>
      </vt:variant>
      <vt:variant>
        <vt:lpwstr/>
      </vt:variant>
      <vt:variant>
        <vt:i4>6291541</vt:i4>
      </vt:variant>
      <vt:variant>
        <vt:i4>0</vt:i4>
      </vt:variant>
      <vt:variant>
        <vt:i4>0</vt:i4>
      </vt:variant>
      <vt:variant>
        <vt:i4>5</vt:i4>
      </vt:variant>
      <vt:variant>
        <vt:lpwstr>mailto:merc@mercu.su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</dc:title>
  <dc:subject/>
  <dc:creator>User1</dc:creator>
  <cp:keywords/>
  <dc:description/>
  <cp:lastModifiedBy>Яньшин Денис Николаевич</cp:lastModifiedBy>
  <cp:revision>3</cp:revision>
  <dcterms:created xsi:type="dcterms:W3CDTF">2021-04-19T11:16:00Z</dcterms:created>
  <dcterms:modified xsi:type="dcterms:W3CDTF">2021-04-19T11:17:00Z</dcterms:modified>
</cp:coreProperties>
</file>